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footer3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png" ContentType="image/png"/>
  <Override PartName="/word/media/image7.jpeg" ContentType="image/jpeg"/>
  <Override PartName="/word/media/image8.jpeg" ContentType="image/jpeg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elei"/>
        <w:tabs>
          <w:tab w:val="left" w:pos="284" w:leader="none"/>
          <w:tab w:val="left" w:pos="4536" w:leader="none"/>
        </w:tabs>
        <w:spacing w:before="920" w:after="120"/>
        <w:rPr/>
      </w:pPr>
      <w:r>
        <w:rPr/>
        <w:t xml:space="preserve">Individuelle Orientierungsberatung </w:t>
        <w:br/>
        <w:t>„Wohnen nach Maß“</w:t>
      </w:r>
    </w:p>
    <w:p>
      <w:pPr>
        <w:pStyle w:val="Untertitelei"/>
        <w:rPr/>
      </w:pPr>
      <w:r>
        <w:rPr/>
        <w:t>Ablaufschema</w:t>
      </w:r>
    </w:p>
    <w:p>
      <w:pPr>
        <w:pStyle w:val="Untertitelei"/>
        <w:rPr/>
      </w:pPr>
      <w:r>
        <w:rPr/>
      </w:r>
    </w:p>
    <w:p>
      <w:pPr>
        <w:pStyle w:val="Untertitelei"/>
        <w:rPr/>
      </w:pPr>
      <w:r>
        <w:rPr/>
      </w:r>
    </w:p>
    <w:p>
      <w:pPr>
        <w:pStyle w:val="Untertitelei"/>
        <w:rPr/>
      </w:pPr>
      <w:r>
        <w:rPr/>
      </w:r>
    </w:p>
    <w:p>
      <w:pPr>
        <w:pStyle w:val="Untertitelei"/>
        <w:rPr/>
      </w:pPr>
      <w:r>
        <w:rPr/>
      </w:r>
    </w:p>
    <w:p>
      <w:pPr>
        <w:pStyle w:val="Untertitelei"/>
        <w:rPr/>
      </w:pPr>
      <w:r>
        <w:rPr/>
      </w:r>
    </w:p>
    <w:p>
      <w:pPr>
        <w:pStyle w:val="Untertitelei"/>
        <w:rPr/>
      </w:pPr>
      <w:r>
        <w:rPr/>
      </w:r>
    </w:p>
    <w:p>
      <w:pPr>
        <w:pStyle w:val="Untertitelei"/>
        <w:rPr/>
      </w:pPr>
      <w:r>
        <w:rPr/>
      </w:r>
    </w:p>
    <w:p>
      <w:pPr>
        <w:pStyle w:val="Flietext"/>
        <w:rPr/>
      </w:pPr>
      <w:r>
        <w:rPr/>
      </w:r>
      <w:r>
        <w:br w:type="page"/>
      </w:r>
    </w:p>
    <w:p>
      <w:pPr>
        <w:pStyle w:val="Normal"/>
        <w:spacing w:before="0" w:after="80"/>
        <w:rPr/>
      </w:pPr>
      <w:r>
        <w:rPr/>
        <mc:AlternateContent>
          <mc:Choice Requires="wpg">
            <w:drawing>
              <wp:anchor behindDoc="0" distT="0" distB="26670" distL="0" distR="23495" simplePos="0" locked="0" layoutInCell="0" allowOverlap="1" relativeHeight="11">
                <wp:simplePos x="0" y="0"/>
                <wp:positionH relativeFrom="column">
                  <wp:posOffset>-499110</wp:posOffset>
                </wp:positionH>
                <wp:positionV relativeFrom="paragraph">
                  <wp:posOffset>200660</wp:posOffset>
                </wp:positionV>
                <wp:extent cx="6549390" cy="8279130"/>
                <wp:effectExtent l="13335" t="12700" r="12700" b="12065"/>
                <wp:wrapNone/>
                <wp:docPr id="1" name="Gruppieren 105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9480" cy="8279280"/>
                          <a:chOff x="0" y="0"/>
                          <a:chExt cx="6549480" cy="8279280"/>
                        </a:xfrm>
                      </wpg:grpSpPr>
                      <wps:wsp>
                        <wps:cNvSpPr/>
                        <wps:spPr>
                          <a:xfrm>
                            <a:off x="6115680" y="4353480"/>
                            <a:ext cx="84960" cy="41832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>
                            <a:solidFill>
                              <a:srgbClr val="3a5f8b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5782320" y="5010840"/>
                            <a:ext cx="266040" cy="11376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>
                            <a:solidFill>
                              <a:srgbClr val="3a5f8b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257480" y="0"/>
                            <a:ext cx="3526920" cy="72252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3a5f8b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64"/>
                                <w:jc w:val="center"/>
                                <w:rPr/>
                              </w:pPr>
                              <w:r>
                                <w:rPr>
                                  <w:spacing w:val="0"/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4"/>
                                  <w:vertAlign w:val="baseline"/>
                                  <w:position w:val="0"/>
                                  <w:sz w:val="24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4"/>
                                  <w:rFonts w:ascii="Calibri" w:hAnsi="Calibri"/>
                                  <w:color w:val="FFFFFF"/>
                                </w:rPr>
                                <w:t>1Eingangssequenz: Motivationsklärung und Zielsetzung</w:t>
                              </w:r>
                            </w:p>
                          </w:txbxContent>
                        </wps:txbx>
                        <wps:bodyPr numCol="1" spcCol="0" horzOverflow="overflow" vertOverflow="overflow" tIns="80640" bIns="80640" anchor="ctr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257480" y="933480"/>
                            <a:ext cx="3526920" cy="50976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3a5f8b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64"/>
                                <w:jc w:val="center"/>
                                <w:rPr/>
                              </w:pPr>
                              <w:r>
                                <w:rPr>
                                  <w:spacing w:val="0"/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4"/>
                                  <w:vertAlign w:val="baseline"/>
                                  <w:position w:val="0"/>
                                  <w:sz w:val="24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4"/>
                                  <w:rFonts w:ascii="Calibri" w:hAnsi="Calibri"/>
                                  <w:color w:val="FFFFFF"/>
                                </w:rPr>
                                <w:t>2Bestandsaufnahme Wohnsituation</w:t>
                              </w:r>
                            </w:p>
                          </w:txbxContent>
                        </wps:txbx>
                        <wps:bodyPr numCol="1" spcCol="0" horzOverflow="overflow" vertOverflow="overflow" tIns="80640" bIns="80640" anchor="ctr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257480" y="1447920"/>
                            <a:ext cx="1198080" cy="63684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3a5f8b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64"/>
                                <w:jc w:val="center"/>
                                <w:rPr/>
                              </w:pPr>
                              <w:r>
                                <w:rPr>
                                  <w:spacing w:val="0"/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2"/>
                                  <w:vertAlign w:val="baseline"/>
                                  <w:position w:val="0"/>
                                  <w:sz w:val="22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2"/>
                                  <w:rFonts w:ascii="Calibri" w:hAnsi="Calibri"/>
                                  <w:color w:val="FFFFFF"/>
                                </w:rPr>
                                <w:t>2.1Fläche und Nutzung</w:t>
                              </w:r>
                            </w:p>
                          </w:txbxContent>
                        </wps:txbx>
                        <wps:bodyPr numCol="1" spcCol="0" horzOverflow="overflow" vertOverflow="overflow" tIns="80640" bIns="80640" anchor="ctr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2448000" y="1447920"/>
                            <a:ext cx="1163160" cy="63684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3a5f8b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64"/>
                                <w:jc w:val="center"/>
                                <w:rPr/>
                              </w:pPr>
                              <w:r>
                                <w:rPr>
                                  <w:spacing w:val="0"/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2"/>
                                  <w:vertAlign w:val="baseline"/>
                                  <w:position w:val="0"/>
                                  <w:sz w:val="22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2"/>
                                  <w:rFonts w:ascii="Calibri" w:hAnsi="Calibri"/>
                                  <w:color w:val="FFFFFF"/>
                                </w:rPr>
                                <w:t>2.2Garten</w:t>
                              </w:r>
                            </w:p>
                          </w:txbxContent>
                        </wps:txbx>
                        <wps:bodyPr numCol="1" spcCol="0" horzOverflow="overflow" vertOverflow="overflow" tIns="80640" bIns="80640" anchor="ctr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620160" y="1447920"/>
                            <a:ext cx="1162800" cy="63684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3a5f8b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64"/>
                                <w:jc w:val="center"/>
                                <w:rPr/>
                              </w:pPr>
                              <w:r>
                                <w:rPr>
                                  <w:spacing w:val="0"/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2"/>
                                  <w:vertAlign w:val="baseline"/>
                                  <w:position w:val="0"/>
                                  <w:sz w:val="22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2"/>
                                  <w:rFonts w:ascii="Calibri" w:hAnsi="Calibri"/>
                                  <w:color w:val="FFFFFF"/>
                                </w:rPr>
                                <w:t>2.3Pläne</w:t>
                              </w:r>
                            </w:p>
                          </w:txbxContent>
                        </wps:txbx>
                        <wps:bodyPr numCol="1" spcCol="0" horzOverflow="overflow" vertOverflow="overflow" tIns="80640" bIns="80640" anchor="ctr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257480" y="2324160"/>
                            <a:ext cx="352692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3a5f8b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64"/>
                                <w:jc w:val="center"/>
                                <w:rPr/>
                              </w:pPr>
                              <w:r>
                                <w:rPr>
                                  <w:spacing w:val="0"/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4"/>
                                  <w:vertAlign w:val="baseline"/>
                                  <w:position w:val="0"/>
                                  <w:sz w:val="24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4"/>
                                  <w:rFonts w:ascii="Calibri" w:hAnsi="Calibri"/>
                                  <w:color w:val="FFFFFF"/>
                                </w:rPr>
                                <w:t>3Wohnwünsche und Kriterien</w:t>
                              </w:r>
                            </w:p>
                          </w:txbxContent>
                        </wps:txbx>
                        <wps:bodyPr numCol="1" spcCol="0" horzOverflow="overflow" vertOverflow="overflow" tIns="80640" bIns="80640" anchor="ctr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257480" y="2924280"/>
                            <a:ext cx="1799640" cy="61596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3a5f8b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64"/>
                                <w:jc w:val="center"/>
                                <w:rPr/>
                              </w:pPr>
                              <w:r>
                                <w:rPr>
                                  <w:spacing w:val="0"/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2"/>
                                  <w:vertAlign w:val="baseline"/>
                                  <w:position w:val="0"/>
                                  <w:sz w:val="22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2"/>
                                  <w:rFonts w:ascii="Calibri" w:hAnsi="Calibri"/>
                                  <w:color w:val="FFFFFF"/>
                                </w:rPr>
                                <w:t>3.1Wohnfläche und Garten</w:t>
                              </w:r>
                            </w:p>
                          </w:txbxContent>
                        </wps:txbx>
                        <wps:bodyPr numCol="1" spcCol="0" horzOverflow="overflow" vertOverflow="overflow" tIns="80640" bIns="80640" anchor="ctr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048120" y="2924280"/>
                            <a:ext cx="1725120" cy="61596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3a5f8b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64"/>
                                <w:jc w:val="center"/>
                                <w:rPr/>
                              </w:pPr>
                              <w:r>
                                <w:rPr>
                                  <w:spacing w:val="0"/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2"/>
                                  <w:vertAlign w:val="baseline"/>
                                  <w:position w:val="0"/>
                                  <w:sz w:val="22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2"/>
                                  <w:rFonts w:ascii="Calibri" w:hAnsi="Calibri"/>
                                  <w:color w:val="FFFFFF"/>
                                </w:rPr>
                                <w:t>3.2Familie und Gemeinschaft</w:t>
                              </w:r>
                            </w:p>
                          </w:txbxContent>
                        </wps:txbx>
                        <wps:bodyPr numCol="1" spcCol="0" horzOverflow="overflow" vertOverflow="overflow" tIns="80640" bIns="80640" anchor="ctr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238400" y="3753000"/>
                            <a:ext cx="3525480" cy="53136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3a5f8b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64"/>
                                <w:jc w:val="center"/>
                                <w:rPr/>
                              </w:pPr>
                              <w:r>
                                <w:rPr>
                                  <w:spacing w:val="0"/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4"/>
                                  <w:vertAlign w:val="baseline"/>
                                  <w:position w:val="0"/>
                                  <w:sz w:val="24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4"/>
                                  <w:rFonts w:ascii="Calibri" w:hAnsi="Calibri"/>
                                  <w:color w:val="FFFFFF"/>
                                </w:rPr>
                                <w:t>3.3Wohnkriterien</w:t>
                              </w:r>
                            </w:p>
                          </w:txbxContent>
                        </wps:txbx>
                        <wps:bodyPr numCol="1" spcCol="0" horzOverflow="overflow" vertOverflow="overflow" tIns="80640" bIns="80640" anchor="ctr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0" y="4705920"/>
                            <a:ext cx="3133080" cy="65844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3a5f8b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64"/>
                                <w:jc w:val="center"/>
                                <w:rPr/>
                              </w:pPr>
                              <w:r>
                                <w:rPr>
                                  <w:spacing w:val="0"/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4"/>
                                  <w:vertAlign w:val="baseline"/>
                                  <w:position w:val="0"/>
                                  <w:sz w:val="24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4"/>
                                  <w:rFonts w:ascii="Calibri" w:hAnsi="Calibri"/>
                                  <w:color w:val="FFFFFF"/>
                                </w:rPr>
                                <w:t>4.1Modul A: WohnalternativenAuswahl 1-2 Optionen</w:t>
                              </w:r>
                            </w:p>
                          </w:txbxContent>
                        </wps:txbx>
                        <wps:bodyPr numCol="1" spcCol="0" horzOverflow="overflow" vertOverflow="overflow" tIns="80640" bIns="80640" anchor="ctr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0" y="5525280"/>
                            <a:ext cx="98028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3a5f8b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120" w:after="0" w:lineRule="auto" w:line="264"/>
                                <w:jc w:val="center"/>
                                <w:rPr/>
                              </w:pPr>
                              <w:r>
                                <w:rPr>
                                  <w:spacing w:val="0"/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2"/>
                                  <w:vertAlign w:val="baseline"/>
                                  <w:position w:val="0"/>
                                  <w:sz w:val="22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2"/>
                                  <w:rFonts w:ascii="Calibri" w:hAnsi="Calibri"/>
                                  <w:color w:val="FFFFFF"/>
                                </w:rPr>
                                <w:t>Option 1, z.B. Umzug</w:t>
                              </w:r>
                            </w:p>
                          </w:txbxContent>
                        </wps:txbx>
                        <wps:bodyPr numCol="1" spcCol="0" horzOverflow="overflow" vertOverflow="overflow" tIns="80640" bIns="80640" anchor="ctr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0" y="6125040"/>
                            <a:ext cx="98028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3a5f8b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120" w:after="0" w:lineRule="auto" w:line="264"/>
                                <w:jc w:val="center"/>
                                <w:rPr/>
                              </w:pPr>
                              <w:r>
                                <w:rPr>
                                  <w:spacing w:val="0"/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2"/>
                                  <w:vertAlign w:val="baseline"/>
                                  <w:position w:val="0"/>
                                  <w:sz w:val="22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2"/>
                                  <w:rFonts w:ascii="Calibri" w:hAnsi="Calibri"/>
                                  <w:color w:val="FFFFFF"/>
                                </w:rPr>
                                <w:t>4.1.1.: Denkbar?</w:t>
                              </w:r>
                            </w:p>
                          </w:txbxContent>
                        </wps:txbx>
                        <wps:bodyPr numCol="1" spcCol="0" horzOverflow="overflow" vertOverflow="overflow" tIns="80640" bIns="80640" anchor="ctr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0" y="6715800"/>
                            <a:ext cx="98028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3a5f8b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120" w:after="0" w:lineRule="auto" w:line="264"/>
                                <w:jc w:val="center"/>
                                <w:rPr/>
                              </w:pPr>
                              <w:r>
                                <w:rPr>
                                  <w:spacing w:val="0"/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2"/>
                                  <w:vertAlign w:val="baseline"/>
                                  <w:position w:val="0"/>
                                  <w:sz w:val="22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2"/>
                                  <w:rFonts w:ascii="Calibri" w:hAnsi="Calibri"/>
                                  <w:color w:val="FFFFFF"/>
                                </w:rPr>
                                <w:t>4.1.2: Vertiefung</w:t>
                              </w:r>
                            </w:p>
                          </w:txbxContent>
                        </wps:txbx>
                        <wps:bodyPr numCol="1" spcCol="0" horzOverflow="overflow" vertOverflow="overflow" tIns="80640" bIns="80640" anchor="ctr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114560" y="5534640"/>
                            <a:ext cx="100908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3a5f8b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120" w:after="0" w:lineRule="auto" w:line="264"/>
                                <w:jc w:val="center"/>
                                <w:rPr/>
                              </w:pPr>
                              <w:r>
                                <w:rPr>
                                  <w:spacing w:val="0"/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2"/>
                                  <w:vertAlign w:val="baseline"/>
                                  <w:position w:val="0"/>
                                  <w:sz w:val="22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2"/>
                                  <w:rFonts w:ascii="Calibri" w:hAnsi="Calibri"/>
                                  <w:color w:val="FFFFFF"/>
                                </w:rPr>
                                <w:t>Option 2, z.B. Umbau</w:t>
                              </w:r>
                            </w:p>
                          </w:txbxContent>
                        </wps:txbx>
                        <wps:bodyPr numCol="1" spcCol="0" horzOverflow="overflow" vertOverflow="overflow" tIns="80640" bIns="80640" anchor="ctr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114560" y="6125040"/>
                            <a:ext cx="100908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3a5f8b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120" w:after="0" w:lineRule="auto" w:line="264"/>
                                <w:jc w:val="center"/>
                                <w:rPr/>
                              </w:pPr>
                              <w:r>
                                <w:rPr>
                                  <w:spacing w:val="0"/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2"/>
                                  <w:vertAlign w:val="baseline"/>
                                  <w:position w:val="0"/>
                                  <w:sz w:val="22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2"/>
                                  <w:rFonts w:ascii="Calibri" w:hAnsi="Calibri"/>
                                  <w:color w:val="FFFFFF"/>
                                </w:rPr>
                                <w:t>4.1.1.: Denkbar?</w:t>
                              </w:r>
                            </w:p>
                          </w:txbxContent>
                        </wps:txbx>
                        <wps:bodyPr numCol="1" spcCol="0" horzOverflow="overflow" vertOverflow="overflow" tIns="80640" bIns="80640" anchor="ctr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123920" y="6725160"/>
                            <a:ext cx="99936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3a5f8b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120" w:after="0" w:lineRule="auto" w:line="264"/>
                                <w:jc w:val="center"/>
                                <w:rPr/>
                              </w:pPr>
                              <w:r>
                                <w:rPr>
                                  <w:spacing w:val="0"/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2"/>
                                  <w:vertAlign w:val="baseline"/>
                                  <w:position w:val="0"/>
                                  <w:sz w:val="22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2"/>
                                  <w:rFonts w:ascii="Calibri" w:hAnsi="Calibri"/>
                                  <w:color w:val="FFFFFF"/>
                                </w:rPr>
                                <w:t>4.1.2: Vertiefung</w:t>
                              </w:r>
                            </w:p>
                          </w:txbxContent>
                        </wps:txbx>
                        <wps:bodyPr numCol="1" spcCol="0" horzOverflow="overflow" vertOverflow="overflow" tIns="80640" bIns="80640" anchor="ctr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2247840" y="5534640"/>
                            <a:ext cx="88524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3a5f8b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120" w:after="0" w:lineRule="auto" w:line="264"/>
                                <w:jc w:val="center"/>
                                <w:rPr/>
                              </w:pPr>
                              <w:r>
                                <w:rPr>
                                  <w:spacing w:val="0"/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2"/>
                                  <w:vertAlign w:val="baseline"/>
                                  <w:position w:val="0"/>
                                  <w:sz w:val="22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2"/>
                                  <w:rFonts w:ascii="Calibri" w:hAnsi="Calibri"/>
                                  <w:color w:val="FFFFFF"/>
                                </w:rPr>
                                <w:t>Option 3…</w:t>
                              </w:r>
                            </w:p>
                          </w:txbxContent>
                        </wps:txbx>
                        <wps:bodyPr numCol="1" spcCol="0" horzOverflow="overflow" vertOverflow="overflow" tIns="80640" bIns="80640" anchor="ctr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2247840" y="6134760"/>
                            <a:ext cx="88524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3a5f8b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120" w:after="0" w:lineRule="auto" w:line="264"/>
                                <w:jc w:val="center"/>
                                <w:rPr/>
                              </w:pPr>
                              <w:r>
                                <w:rPr>
                                  <w:spacing w:val="0"/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2"/>
                                  <w:vertAlign w:val="baseline"/>
                                  <w:position w:val="0"/>
                                  <w:sz w:val="22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2"/>
                                  <w:rFonts w:ascii="Calibri" w:hAnsi="Calibri"/>
                                  <w:color w:val="FFFFFF"/>
                                </w:rPr>
                                <w:t>4.1.1.: Denkbar?</w:t>
                              </w:r>
                            </w:p>
                          </w:txbxContent>
                        </wps:txbx>
                        <wps:bodyPr numCol="1" spcCol="0" horzOverflow="overflow" vertOverflow="overflow" tIns="80640" bIns="80640" anchor="ctr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2247840" y="6725160"/>
                            <a:ext cx="88524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3a5f8b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120" w:after="0" w:lineRule="auto" w:line="264"/>
                                <w:jc w:val="center"/>
                                <w:rPr/>
                              </w:pPr>
                              <w:r>
                                <w:rPr>
                                  <w:spacing w:val="0"/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2"/>
                                  <w:vertAlign w:val="baseline"/>
                                  <w:position w:val="0"/>
                                  <w:sz w:val="22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2"/>
                                  <w:rFonts w:ascii="Calibri" w:hAnsi="Calibri"/>
                                  <w:color w:val="FFFFFF"/>
                                </w:rPr>
                                <w:t>4.1.2: Vertiefung</w:t>
                              </w:r>
                            </w:p>
                          </w:txbxContent>
                        </wps:txbx>
                        <wps:bodyPr numCol="1" spcCol="0" horzOverflow="overflow" vertOverflow="overflow" tIns="80640" bIns="80640" anchor="ctr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981960" y="4715640"/>
                            <a:ext cx="1799640" cy="65844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3a5f8b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64"/>
                                <w:jc w:val="center"/>
                                <w:rPr/>
                              </w:pPr>
                              <w:r>
                                <w:rPr>
                                  <w:spacing w:val="0"/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4"/>
                                  <w:vertAlign w:val="baseline"/>
                                  <w:position w:val="0"/>
                                  <w:sz w:val="24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4"/>
                                  <w:rFonts w:ascii="Calibri" w:hAnsi="Calibri"/>
                                  <w:color w:val="FFFFFF"/>
                                </w:rPr>
                                <w:t>4.2Modul B: VerbleibVertiefung 1-2 Themen</w:t>
                              </w:r>
                            </w:p>
                            <w:p>
                              <w:pPr>
                                <w:overflowPunct w:val="false"/>
                                <w:spacing w:before="0" w:after="0" w:lineRule="auto" w:line="264"/>
                                <w:jc w:val="center"/>
                                <w:rPr/>
                              </w:pPr>
                              <w:r>
                                <w:rPr>
                                  <w:sz w:val="22"/>
                                  <w:rFonts w:ascii="Times" w:hAnsi="Times"/>
                                </w:rPr>
                              </w:r>
                            </w:p>
                          </w:txbxContent>
                        </wps:txbx>
                        <wps:bodyPr numCol="1" spcCol="0" horzOverflow="overflow" vertOverflow="overflow" tIns="80640" bIns="80640" anchor="ctr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981960" y="5534640"/>
                            <a:ext cx="1799640" cy="3898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3a5f8b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120" w:after="0" w:lineRule="auto" w:line="264"/>
                                <w:jc w:val="center"/>
                                <w:rPr/>
                              </w:pPr>
                              <w:r>
                                <w:rPr>
                                  <w:spacing w:val="0"/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2"/>
                                  <w:vertAlign w:val="baseline"/>
                                  <w:position w:val="0"/>
                                  <w:sz w:val="22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2"/>
                                  <w:rFonts w:ascii="Calibri" w:hAnsi="Calibri"/>
                                  <w:color w:val="FFFFFF"/>
                                </w:rPr>
                                <w:t>4.2.1 Barrierefreiheit</w:t>
                              </w:r>
                            </w:p>
                          </w:txbxContent>
                        </wps:txbx>
                        <wps:bodyPr numCol="1" spcCol="0" horzOverflow="overflow" vertOverflow="overflow" tIns="161280" bIns="161280" anchor="ctr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981960" y="5925240"/>
                            <a:ext cx="1799640" cy="40896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3a5f8b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120" w:after="0" w:lineRule="auto" w:line="264"/>
                                <w:jc w:val="center"/>
                                <w:rPr/>
                              </w:pPr>
                              <w:r>
                                <w:rPr>
                                  <w:spacing w:val="0"/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2"/>
                                  <w:vertAlign w:val="baseline"/>
                                  <w:position w:val="0"/>
                                  <w:sz w:val="22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2"/>
                                  <w:rFonts w:ascii="Calibri" w:hAnsi="Calibri"/>
                                  <w:color w:val="FFFFFF"/>
                                </w:rPr>
                                <w:t>4.2.2 Allgemeinzustand</w:t>
                              </w:r>
                            </w:p>
                          </w:txbxContent>
                        </wps:txbx>
                        <wps:bodyPr numCol="1" spcCol="0" horzOverflow="overflow" vertOverflow="overflow" tIns="161280" bIns="161280" anchor="ctr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981960" y="6334920"/>
                            <a:ext cx="1799640" cy="54216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3a5f8b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120" w:after="0" w:lineRule="auto" w:line="264"/>
                                <w:jc w:val="center"/>
                                <w:rPr/>
                              </w:pPr>
                              <w:r>
                                <w:rPr>
                                  <w:spacing w:val="0"/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2"/>
                                  <w:vertAlign w:val="baseline"/>
                                  <w:position w:val="0"/>
                                  <w:sz w:val="22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2"/>
                                  <w:rFonts w:ascii="Calibri" w:hAnsi="Calibri"/>
                                  <w:color w:val="FFFFFF"/>
                                </w:rPr>
                                <w:t>4.2.3 Energetischer Zustand</w:t>
                              </w:r>
                            </w:p>
                          </w:txbxContent>
                        </wps:txbx>
                        <wps:bodyPr numCol="1" spcCol="0" horzOverflow="overflow" vertOverflow="overflow" tIns="80640" bIns="80640" anchor="ctr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981960" y="6877800"/>
                            <a:ext cx="1799640" cy="40896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3a5f8b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120" w:after="0" w:lineRule="auto" w:line="264"/>
                                <w:jc w:val="center"/>
                                <w:rPr/>
                              </w:pPr>
                              <w:r>
                                <w:rPr>
                                  <w:spacing w:val="0"/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2"/>
                                  <w:vertAlign w:val="baseline"/>
                                  <w:position w:val="0"/>
                                  <w:sz w:val="22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2"/>
                                  <w:rFonts w:ascii="Calibri" w:hAnsi="Calibri"/>
                                  <w:color w:val="FFFFFF"/>
                                </w:rPr>
                                <w:t>4.2.4 Wohnumfeld</w:t>
                              </w:r>
                            </w:p>
                          </w:txbxContent>
                        </wps:txbx>
                        <wps:bodyPr numCol="1" spcCol="0" horzOverflow="overflow" vertOverflow="overflow" tIns="161280" bIns="161280" anchor="ctr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5829840" y="4677480"/>
                            <a:ext cx="719280" cy="71928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>
                            <a:solidFill>
                              <a:srgbClr val="3a5f8b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/>
                                  <w:szCs w:val="18"/>
                                  <w:spacing w:val="0"/>
                                  <w:vertAlign w:val="baseline"/>
                                  <w:position w:val="0"/>
                                  <w:sz w:val="18"/>
                                  <w:i w:val="false"/>
                                  <w:dstrike w:val="false"/>
                                  <w:strike w:val="false"/>
                                  <w:u w:val="none"/>
                                  <w:b/>
                                  <w:sz w:val="18"/>
                                  <w:rFonts w:cs="Arial" w:ascii="Arial" w:hAnsi="Arial"/>
                                  <w:color w:val="FFFFFF"/>
                                </w:rPr>
                                <w:t>Doch nicht attraktiv?</w:t>
                              </w:r>
                            </w:p>
                          </w:txbxContent>
                        </wps:txbx>
                        <wps:bodyPr numCol="1" spcCol="0" horzOverflow="overflow" vertOverflow="overflow" lIns="0" rIns="0" tIns="0" bIns="0" anchor="ctr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0" y="7620480"/>
                            <a:ext cx="5781600" cy="65844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3a5f8b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64"/>
                                <w:jc w:val="center"/>
                                <w:rPr/>
                              </w:pPr>
                              <w:r>
                                <w:rPr>
                                  <w:spacing w:val="0"/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24"/>
                                  <w:vertAlign w:val="baseline"/>
                                  <w:position w:val="0"/>
                                  <w:sz w:val="24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24"/>
                                  <w:rFonts w:ascii="Calibri" w:hAnsi="Calibri"/>
                                  <w:color w:val="FFFFFF"/>
                                </w:rPr>
                                <w:t>5Abschluss: Priorisierung, weiterführende Angebote und Informationen</w:t>
                              </w:r>
                            </w:p>
                          </w:txbxContent>
                        </wps:txbx>
                        <wps:bodyPr numCol="1" spcCol="0" horzOverflow="overflow" vertOverflow="overflow" tIns="80640" bIns="80640" anchor="ctr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2819520" y="723960"/>
                            <a:ext cx="370800" cy="210240"/>
                          </a:xfrm>
                          <a:prstGeom prst="downArrow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4f81bd"/>
                          </a:solidFill>
                          <a:ln>
                            <a:solidFill>
                              <a:srgbClr val="3a5f8b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819520" y="3543480"/>
                            <a:ext cx="370800" cy="210240"/>
                          </a:xfrm>
                          <a:prstGeom prst="downArrow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4f81bd"/>
                          </a:solidFill>
                          <a:ln>
                            <a:solidFill>
                              <a:srgbClr val="3a5f8b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819520" y="2085840"/>
                            <a:ext cx="370800" cy="210240"/>
                          </a:xfrm>
                          <a:prstGeom prst="downArrow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4f81bd"/>
                          </a:solidFill>
                          <a:ln>
                            <a:solidFill>
                              <a:srgbClr val="3a5f8b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409760" y="7401600"/>
                            <a:ext cx="370800" cy="210240"/>
                          </a:xfrm>
                          <a:prstGeom prst="downArrow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4f81bd"/>
                          </a:solidFill>
                          <a:ln>
                            <a:solidFill>
                              <a:srgbClr val="3a5f8b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133800" y="4953600"/>
                            <a:ext cx="847800" cy="218520"/>
                          </a:xfrm>
                          <a:prstGeom prst="rightArrow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4f81bd"/>
                          </a:solidFill>
                          <a:ln>
                            <a:solidFill>
                              <a:srgbClr val="3a5f8b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667760" y="7382520"/>
                            <a:ext cx="370800" cy="210240"/>
                          </a:xfrm>
                          <a:prstGeom prst="downArrow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4f81bd"/>
                          </a:solidFill>
                          <a:ln>
                            <a:solidFill>
                              <a:srgbClr val="3a5f8b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172320" y="4677480"/>
                            <a:ext cx="720000" cy="71928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>
                            <a:solidFill>
                              <a:srgbClr val="3a5f8b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/>
                                  <w:szCs w:val="20"/>
                                  <w:spacing w:val="0"/>
                                  <w:vertAlign w:val="baseline"/>
                                  <w:position w:val="0"/>
                                  <w:sz w:val="20"/>
                                  <w:i w:val="false"/>
                                  <w:dstrike w:val="false"/>
                                  <w:strike w:val="false"/>
                                  <w:u w:val="none"/>
                                  <w:b/>
                                  <w:sz w:val="20"/>
                                  <w:rFonts w:cs="Arial" w:ascii="Arial" w:hAnsi="Arial"/>
                                  <w:color w:val="FFFFFF"/>
                                </w:rPr>
                                <w:t>Nichts dabei?</w:t>
                              </w:r>
                            </w:p>
                          </w:txbxContent>
                        </wps:txbx>
                        <wps:bodyPr numCol="1" spcCol="0" horzOverflow="overflow" vertOverflow="overflow" lIns="0" rIns="0" tIns="0" bIns="0" anchor="ctr">
                          <a:noAutofit/>
                        </wps:bodyPr>
                      </wps:wsp>
                      <wps:wsp>
                        <wps:cNvSpPr/>
                        <wps:spPr>
                          <a:xfrm rot="10800000">
                            <a:off x="2505240" y="4354200"/>
                            <a:ext cx="3686760" cy="351720"/>
                          </a:xfrm>
                          <a:prstGeom prst="bentUpArrow">
                            <a:avLst>
                              <a:gd name="adj1" fmla="val 25000"/>
                              <a:gd name="adj2" fmla="val 50000"/>
                              <a:gd name="adj3" fmla="val 30405"/>
                            </a:avLst>
                          </a:prstGeom>
                          <a:solidFill>
                            <a:srgbClr val="4f81bd"/>
                          </a:solidFill>
                          <a:ln>
                            <a:solidFill>
                              <a:srgbClr val="3a5f8b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400040" y="4296240"/>
                            <a:ext cx="370800" cy="380520"/>
                          </a:xfrm>
                          <a:prstGeom prst="downArrow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4f81bd"/>
                          </a:solidFill>
                          <a:ln>
                            <a:solidFill>
                              <a:srgbClr val="3a5f8b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uppieren 1052" style="position:absolute;margin-left:-39.3pt;margin-top:15.8pt;width:515.7pt;height:651.85pt" coordorigin="-786,316" coordsize="10314,13037">
                <v:rect id="shape_0" ID="Rechteck 1050" path="m0,0l-2147483645,0l-2147483645,-2147483646l0,-2147483646xe" fillcolor="#4f81bd" stroked="t" o:allowincell="f" style="position:absolute;left:8845;top:7172;width:133;height:658;mso-wrap-style:none;v-text-anchor:middle">
                  <v:fill o:detectmouseclick="t" type="solid" color2="#b07e42"/>
                  <v:stroke color="#3a5f8b" weight="25560" joinstyle="round" endcap="flat"/>
                  <w10:wrap type="none"/>
                </v:rect>
                <v:rect id="shape_0" ID="Rechteck 1047" path="m0,0l-2147483645,0l-2147483645,-2147483646l0,-2147483646xe" fillcolor="#4f81bd" stroked="t" o:allowincell="f" style="position:absolute;left:8320;top:8207;width:418;height:178;mso-wrap-style:none;v-text-anchor:middle">
                  <v:fill o:detectmouseclick="t" type="solid" color2="#b07e42"/>
                  <v:stroke color="#3a5f8b" weight="25560" joinstyle="round" endcap="flat"/>
                  <w10:wrap type="none"/>
                </v:rect>
                <v:rect id="shape_0" ID="Rechteck 3" path="m0,0l-2147483645,0l-2147483645,-2147483646l0,-2147483646xe" stroked="t" o:allowincell="f" style="position:absolute;left:1195;top:316;width:5553;height:1137;mso-wrap-style:square;v-text-anchor:middle">
                  <v:textbox>
                    <w:txbxContent>
                      <w:p>
                        <w:pPr>
                          <w:overflowPunct w:val="false"/>
                          <w:spacing w:before="0" w:after="0" w:lineRule="auto" w:line="264"/>
                          <w:jc w:val="center"/>
                          <w:rPr/>
                        </w:pPr>
                        <w:r>
                          <w:rPr>
                            <w:spacing w:val="0"/>
                            <w:smallCaps w:val="false"/>
                            <w:caps w:val="false"/>
                            <w:iCs w:val="false"/>
                            <w:bCs w:val="false"/>
                            <w:szCs w:val="24"/>
                            <w:vertAlign w:val="baseline"/>
                            <w:position w:val="0"/>
                            <w:sz w:val="24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4"/>
                            <w:rFonts w:ascii="Calibri" w:hAnsi="Calibri"/>
                            <w:color w:val="FFFFFF"/>
                          </w:rPr>
                          <w:t>1Eingangssequenz: Motivationsklärung und Zielsetzung</w:t>
                        </w:r>
                      </w:p>
                    </w:txbxContent>
                  </v:textbox>
                  <v:fill o:detectmouseclick="t" on="false"/>
                  <v:stroke color="#3a5f8b" weight="25560" joinstyle="round" endcap="flat"/>
                  <w10:wrap type="none"/>
                </v:rect>
                <v:rect id="shape_0" ID="Rechteck 6" path="m0,0l-2147483645,0l-2147483645,-2147483646l0,-2147483646xe" stroked="t" o:allowincell="f" style="position:absolute;left:1195;top:1786;width:5553;height:802;mso-wrap-style:square;v-text-anchor:middle">
                  <v:textbox>
                    <w:txbxContent>
                      <w:p>
                        <w:pPr>
                          <w:overflowPunct w:val="false"/>
                          <w:spacing w:before="0" w:after="0" w:lineRule="auto" w:line="264"/>
                          <w:jc w:val="center"/>
                          <w:rPr/>
                        </w:pPr>
                        <w:r>
                          <w:rPr>
                            <w:spacing w:val="0"/>
                            <w:smallCaps w:val="false"/>
                            <w:caps w:val="false"/>
                            <w:iCs w:val="false"/>
                            <w:bCs w:val="false"/>
                            <w:szCs w:val="24"/>
                            <w:vertAlign w:val="baseline"/>
                            <w:position w:val="0"/>
                            <w:sz w:val="24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4"/>
                            <w:rFonts w:ascii="Calibri" w:hAnsi="Calibri"/>
                            <w:color w:val="FFFFFF"/>
                          </w:rPr>
                          <w:t>2Bestandsaufnahme Wohnsituation</w:t>
                        </w:r>
                      </w:p>
                    </w:txbxContent>
                  </v:textbox>
                  <v:fill o:detectmouseclick="t" on="false"/>
                  <v:stroke color="#3a5f8b" weight="25560" joinstyle="round" endcap="flat"/>
                  <w10:wrap type="none"/>
                </v:rect>
                <v:rect id="shape_0" ID="Rechteck 10" path="m0,0l-2147483645,0l-2147483645,-2147483646l0,-2147483646xe" stroked="t" o:allowincell="f" style="position:absolute;left:1195;top:2596;width:1886;height:1002;mso-wrap-style:square;v-text-anchor:middle">
                  <v:textbox>
                    <w:txbxContent>
                      <w:p>
                        <w:pPr>
                          <w:overflowPunct w:val="false"/>
                          <w:spacing w:before="0" w:after="0" w:lineRule="auto" w:line="264"/>
                          <w:jc w:val="center"/>
                          <w:rPr/>
                        </w:pPr>
                        <w:r>
                          <w:rPr>
                            <w:spacing w:val="0"/>
                            <w:smallCaps w:val="false"/>
                            <w:caps w:val="false"/>
                            <w:iCs w:val="false"/>
                            <w:bCs w:val="false"/>
                            <w:szCs w:val="22"/>
                            <w:vertAlign w:val="baseline"/>
                            <w:position w:val="0"/>
                            <w:sz w:val="22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2"/>
                            <w:rFonts w:ascii="Calibri" w:hAnsi="Calibri"/>
                            <w:color w:val="FFFFFF"/>
                          </w:rPr>
                          <w:t>2.1Fläche und Nutzung</w:t>
                        </w:r>
                      </w:p>
                    </w:txbxContent>
                  </v:textbox>
                  <v:fill o:detectmouseclick="t" on="false"/>
                  <v:stroke color="#3a5f8b" weight="25560" joinstyle="round" endcap="flat"/>
                  <w10:wrap type="none"/>
                </v:rect>
                <v:rect id="shape_0" ID="Rechteck 11" path="m0,0l-2147483645,0l-2147483645,-2147483646l0,-2147483646xe" stroked="t" o:allowincell="f" style="position:absolute;left:3069;top:2596;width:1831;height:1002;mso-wrap-style:square;v-text-anchor:middle">
                  <v:textbox>
                    <w:txbxContent>
                      <w:p>
                        <w:pPr>
                          <w:overflowPunct w:val="false"/>
                          <w:spacing w:before="0" w:after="0" w:lineRule="auto" w:line="264"/>
                          <w:jc w:val="center"/>
                          <w:rPr/>
                        </w:pPr>
                        <w:r>
                          <w:rPr>
                            <w:spacing w:val="0"/>
                            <w:smallCaps w:val="false"/>
                            <w:caps w:val="false"/>
                            <w:iCs w:val="false"/>
                            <w:bCs w:val="false"/>
                            <w:szCs w:val="22"/>
                            <w:vertAlign w:val="baseline"/>
                            <w:position w:val="0"/>
                            <w:sz w:val="22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2"/>
                            <w:rFonts w:ascii="Calibri" w:hAnsi="Calibri"/>
                            <w:color w:val="FFFFFF"/>
                          </w:rPr>
                          <w:t>2.2Garten</w:t>
                        </w:r>
                      </w:p>
                    </w:txbxContent>
                  </v:textbox>
                  <v:fill o:detectmouseclick="t" on="false"/>
                  <v:stroke color="#3a5f8b" weight="25560" joinstyle="round" endcap="flat"/>
                  <w10:wrap type="none"/>
                </v:rect>
                <v:rect id="shape_0" ID="Rechteck 12" path="m0,0l-2147483645,0l-2147483645,-2147483646l0,-2147483646xe" stroked="t" o:allowincell="f" style="position:absolute;left:4915;top:2596;width:1830;height:1002;mso-wrap-style:square;v-text-anchor:middle">
                  <v:textbox>
                    <w:txbxContent>
                      <w:p>
                        <w:pPr>
                          <w:overflowPunct w:val="false"/>
                          <w:spacing w:before="0" w:after="0" w:lineRule="auto" w:line="264"/>
                          <w:jc w:val="center"/>
                          <w:rPr/>
                        </w:pPr>
                        <w:r>
                          <w:rPr>
                            <w:spacing w:val="0"/>
                            <w:smallCaps w:val="false"/>
                            <w:caps w:val="false"/>
                            <w:iCs w:val="false"/>
                            <w:bCs w:val="false"/>
                            <w:szCs w:val="22"/>
                            <w:vertAlign w:val="baseline"/>
                            <w:position w:val="0"/>
                            <w:sz w:val="22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2"/>
                            <w:rFonts w:ascii="Calibri" w:hAnsi="Calibri"/>
                            <w:color w:val="FFFFFF"/>
                          </w:rPr>
                          <w:t>2.3Pläne</w:t>
                        </w:r>
                      </w:p>
                    </w:txbxContent>
                  </v:textbox>
                  <v:fill o:detectmouseclick="t" on="false"/>
                  <v:stroke color="#3a5f8b" weight="25560" joinstyle="round" endcap="flat"/>
                  <w10:wrap type="none"/>
                </v:rect>
                <v:rect id="shape_0" ID="Rechteck 13" path="m0,0l-2147483645,0l-2147483645,-2147483646l0,-2147483646xe" stroked="t" o:allowincell="f" style="position:absolute;left:1195;top:3976;width:5553;height:935;mso-wrap-style:square;v-text-anchor:middle">
                  <v:textbox>
                    <w:txbxContent>
                      <w:p>
                        <w:pPr>
                          <w:overflowPunct w:val="false"/>
                          <w:spacing w:before="0" w:after="0" w:lineRule="auto" w:line="264"/>
                          <w:jc w:val="center"/>
                          <w:rPr/>
                        </w:pPr>
                        <w:r>
                          <w:rPr>
                            <w:spacing w:val="0"/>
                            <w:smallCaps w:val="false"/>
                            <w:caps w:val="false"/>
                            <w:iCs w:val="false"/>
                            <w:bCs w:val="false"/>
                            <w:szCs w:val="24"/>
                            <w:vertAlign w:val="baseline"/>
                            <w:position w:val="0"/>
                            <w:sz w:val="24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4"/>
                            <w:rFonts w:ascii="Calibri" w:hAnsi="Calibri"/>
                            <w:color w:val="FFFFFF"/>
                          </w:rPr>
                          <w:t>3Wohnwünsche und Kriterien</w:t>
                        </w:r>
                      </w:p>
                    </w:txbxContent>
                  </v:textbox>
                  <v:fill o:detectmouseclick="t" on="false"/>
                  <v:stroke color="#3a5f8b" weight="25560" joinstyle="round" endcap="flat"/>
                  <w10:wrap type="none"/>
                </v:rect>
                <v:rect id="shape_0" ID="Rechteck 14" path="m0,0l-2147483645,0l-2147483645,-2147483646l0,-2147483646xe" stroked="t" o:allowincell="f" style="position:absolute;left:1195;top:4921;width:2833;height:969;mso-wrap-style:square;v-text-anchor:middle">
                  <v:textbox>
                    <w:txbxContent>
                      <w:p>
                        <w:pPr>
                          <w:overflowPunct w:val="false"/>
                          <w:spacing w:before="0" w:after="0" w:lineRule="auto" w:line="264"/>
                          <w:jc w:val="center"/>
                          <w:rPr/>
                        </w:pPr>
                        <w:r>
                          <w:rPr>
                            <w:spacing w:val="0"/>
                            <w:smallCaps w:val="false"/>
                            <w:caps w:val="false"/>
                            <w:iCs w:val="false"/>
                            <w:bCs w:val="false"/>
                            <w:szCs w:val="22"/>
                            <w:vertAlign w:val="baseline"/>
                            <w:position w:val="0"/>
                            <w:sz w:val="22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2"/>
                            <w:rFonts w:ascii="Calibri" w:hAnsi="Calibri"/>
                            <w:color w:val="FFFFFF"/>
                          </w:rPr>
                          <w:t>3.1Wohnfläche und Garten</w:t>
                        </w:r>
                      </w:p>
                    </w:txbxContent>
                  </v:textbox>
                  <v:fill o:detectmouseclick="t" on="false"/>
                  <v:stroke color="#3a5f8b" weight="25560" joinstyle="round" endcap="flat"/>
                  <w10:wrap type="none"/>
                </v:rect>
                <v:rect id="shape_0" ID="Rechteck 15" path="m0,0l-2147483645,0l-2147483645,-2147483646l0,-2147483646xe" stroked="t" o:allowincell="f" style="position:absolute;left:4014;top:4921;width:2716;height:969;mso-wrap-style:square;v-text-anchor:middle">
                  <v:textbox>
                    <w:txbxContent>
                      <w:p>
                        <w:pPr>
                          <w:overflowPunct w:val="false"/>
                          <w:spacing w:before="0" w:after="0" w:lineRule="auto" w:line="264"/>
                          <w:jc w:val="center"/>
                          <w:rPr/>
                        </w:pPr>
                        <w:r>
                          <w:rPr>
                            <w:spacing w:val="0"/>
                            <w:smallCaps w:val="false"/>
                            <w:caps w:val="false"/>
                            <w:iCs w:val="false"/>
                            <w:bCs w:val="false"/>
                            <w:szCs w:val="22"/>
                            <w:vertAlign w:val="baseline"/>
                            <w:position w:val="0"/>
                            <w:sz w:val="22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2"/>
                            <w:rFonts w:ascii="Calibri" w:hAnsi="Calibri"/>
                            <w:color w:val="FFFFFF"/>
                          </w:rPr>
                          <w:t>3.2Familie und Gemeinschaft</w:t>
                        </w:r>
                      </w:p>
                    </w:txbxContent>
                  </v:textbox>
                  <v:fill o:detectmouseclick="t" on="false"/>
                  <v:stroke color="#3a5f8b" weight="25560" joinstyle="round" endcap="flat"/>
                  <w10:wrap type="none"/>
                </v:rect>
                <v:rect id="shape_0" ID="Rechteck 17" path="m0,0l-2147483645,0l-2147483645,-2147483646l0,-2147483646xe" stroked="t" o:allowincell="f" style="position:absolute;left:1164;top:6226;width:5551;height:836;mso-wrap-style:square;v-text-anchor:middle">
                  <v:textbox>
                    <w:txbxContent>
                      <w:p>
                        <w:pPr>
                          <w:overflowPunct w:val="false"/>
                          <w:spacing w:before="0" w:after="0" w:lineRule="auto" w:line="264"/>
                          <w:jc w:val="center"/>
                          <w:rPr/>
                        </w:pPr>
                        <w:r>
                          <w:rPr>
                            <w:spacing w:val="0"/>
                            <w:smallCaps w:val="false"/>
                            <w:caps w:val="false"/>
                            <w:iCs w:val="false"/>
                            <w:bCs w:val="false"/>
                            <w:szCs w:val="24"/>
                            <w:vertAlign w:val="baseline"/>
                            <w:position w:val="0"/>
                            <w:sz w:val="24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4"/>
                            <w:rFonts w:ascii="Calibri" w:hAnsi="Calibri"/>
                            <w:color w:val="FFFFFF"/>
                          </w:rPr>
                          <w:t>3.3Wohnkriterien</w:t>
                        </w:r>
                      </w:p>
                    </w:txbxContent>
                  </v:textbox>
                  <v:fill o:detectmouseclick="t" on="false"/>
                  <v:stroke color="#3a5f8b" weight="25560" joinstyle="round" endcap="flat"/>
                  <w10:wrap type="none"/>
                </v:rect>
                <v:rect id="shape_0" ID="Rechteck 19" path="m0,0l-2147483645,0l-2147483645,-2147483646l0,-2147483646xe" stroked="t" o:allowincell="f" style="position:absolute;left:-786;top:7727;width:4933;height:1036;mso-wrap-style:square;v-text-anchor:middle">
                  <v:textbox>
                    <w:txbxContent>
                      <w:p>
                        <w:pPr>
                          <w:overflowPunct w:val="false"/>
                          <w:spacing w:before="0" w:after="0" w:lineRule="auto" w:line="264"/>
                          <w:jc w:val="center"/>
                          <w:rPr/>
                        </w:pPr>
                        <w:r>
                          <w:rPr>
                            <w:spacing w:val="0"/>
                            <w:smallCaps w:val="false"/>
                            <w:caps w:val="false"/>
                            <w:iCs w:val="false"/>
                            <w:bCs w:val="false"/>
                            <w:szCs w:val="24"/>
                            <w:vertAlign w:val="baseline"/>
                            <w:position w:val="0"/>
                            <w:sz w:val="24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4"/>
                            <w:rFonts w:ascii="Calibri" w:hAnsi="Calibri"/>
                            <w:color w:val="FFFFFF"/>
                          </w:rPr>
                          <w:t>4.1Modul A: WohnalternativenAuswahl 1-2 Optionen</w:t>
                        </w:r>
                      </w:p>
                    </w:txbxContent>
                  </v:textbox>
                  <v:fill o:detectmouseclick="t" on="false"/>
                  <v:stroke color="#3a5f8b" weight="25560" joinstyle="round" endcap="flat"/>
                  <w10:wrap type="none"/>
                </v:rect>
                <v:rect id="shape_0" ID="Rechteck 20" path="m0,0l-2147483645,0l-2147483645,-2147483646l0,-2147483646xe" stroked="t" o:allowincell="f" style="position:absolute;left:-786;top:9017;width:1543;height:935;mso-wrap-style:square;v-text-anchor:middle">
                  <v:textbox>
                    <w:txbxContent>
                      <w:p>
                        <w:pPr>
                          <w:overflowPunct w:val="false"/>
                          <w:spacing w:before="120" w:after="0" w:lineRule="auto" w:line="264"/>
                          <w:jc w:val="center"/>
                          <w:rPr/>
                        </w:pPr>
                        <w:r>
                          <w:rPr>
                            <w:spacing w:val="0"/>
                            <w:smallCaps w:val="false"/>
                            <w:caps w:val="false"/>
                            <w:iCs w:val="false"/>
                            <w:bCs w:val="false"/>
                            <w:szCs w:val="22"/>
                            <w:vertAlign w:val="baseline"/>
                            <w:position w:val="0"/>
                            <w:sz w:val="22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2"/>
                            <w:rFonts w:ascii="Calibri" w:hAnsi="Calibri"/>
                            <w:color w:val="FFFFFF"/>
                          </w:rPr>
                          <w:t>Option 1, z.B. Umzug</w:t>
                        </w:r>
                      </w:p>
                    </w:txbxContent>
                  </v:textbox>
                  <v:fill o:detectmouseclick="t" on="false"/>
                  <v:stroke color="#3a5f8b" weight="25560" joinstyle="round" endcap="flat"/>
                  <w10:wrap type="none"/>
                </v:rect>
                <v:rect id="shape_0" ID="Rechteck 21" path="m0,0l-2147483645,0l-2147483645,-2147483646l0,-2147483646xe" stroked="t" o:allowincell="f" style="position:absolute;left:-786;top:9962;width:1543;height:935;mso-wrap-style:square;v-text-anchor:middle">
                  <v:textbox>
                    <w:txbxContent>
                      <w:p>
                        <w:pPr>
                          <w:overflowPunct w:val="false"/>
                          <w:spacing w:before="120" w:after="0" w:lineRule="auto" w:line="264"/>
                          <w:jc w:val="center"/>
                          <w:rPr/>
                        </w:pPr>
                        <w:r>
                          <w:rPr>
                            <w:spacing w:val="0"/>
                            <w:smallCaps w:val="false"/>
                            <w:caps w:val="false"/>
                            <w:iCs w:val="false"/>
                            <w:bCs w:val="false"/>
                            <w:szCs w:val="22"/>
                            <w:vertAlign w:val="baseline"/>
                            <w:position w:val="0"/>
                            <w:sz w:val="22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2"/>
                            <w:rFonts w:ascii="Calibri" w:hAnsi="Calibri"/>
                            <w:color w:val="FFFFFF"/>
                          </w:rPr>
                          <w:t>4.1.1.: Denkbar?</w:t>
                        </w:r>
                      </w:p>
                    </w:txbxContent>
                  </v:textbox>
                  <v:fill o:detectmouseclick="t" on="false"/>
                  <v:stroke color="#3a5f8b" weight="25560" joinstyle="round" endcap="flat"/>
                  <w10:wrap type="none"/>
                </v:rect>
                <v:rect id="shape_0" ID="Rechteck 22" path="m0,0l-2147483645,0l-2147483645,-2147483646l0,-2147483646xe" stroked="t" o:allowincell="f" style="position:absolute;left:-786;top:10892;width:1543;height:935;mso-wrap-style:square;v-text-anchor:middle">
                  <v:textbox>
                    <w:txbxContent>
                      <w:p>
                        <w:pPr>
                          <w:overflowPunct w:val="false"/>
                          <w:spacing w:before="120" w:after="0" w:lineRule="auto" w:line="264"/>
                          <w:jc w:val="center"/>
                          <w:rPr/>
                        </w:pPr>
                        <w:r>
                          <w:rPr>
                            <w:spacing w:val="0"/>
                            <w:smallCaps w:val="false"/>
                            <w:caps w:val="false"/>
                            <w:iCs w:val="false"/>
                            <w:bCs w:val="false"/>
                            <w:szCs w:val="22"/>
                            <w:vertAlign w:val="baseline"/>
                            <w:position w:val="0"/>
                            <w:sz w:val="22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2"/>
                            <w:rFonts w:ascii="Calibri" w:hAnsi="Calibri"/>
                            <w:color w:val="FFFFFF"/>
                          </w:rPr>
                          <w:t>4.1.2: Vertiefung</w:t>
                        </w:r>
                      </w:p>
                    </w:txbxContent>
                  </v:textbox>
                  <v:fill o:detectmouseclick="t" on="false"/>
                  <v:stroke color="#3a5f8b" weight="25560" joinstyle="round" endcap="flat"/>
                  <w10:wrap type="none"/>
                </v:rect>
                <v:rect id="shape_0" ID="Rechteck 30" path="m0,0l-2147483645,0l-2147483645,-2147483646l0,-2147483646xe" stroked="t" o:allowincell="f" style="position:absolute;left:969;top:9032;width:1588;height:935;mso-wrap-style:square;v-text-anchor:middle">
                  <v:textbox>
                    <w:txbxContent>
                      <w:p>
                        <w:pPr>
                          <w:overflowPunct w:val="false"/>
                          <w:spacing w:before="120" w:after="0" w:lineRule="auto" w:line="264"/>
                          <w:jc w:val="center"/>
                          <w:rPr/>
                        </w:pPr>
                        <w:r>
                          <w:rPr>
                            <w:spacing w:val="0"/>
                            <w:smallCaps w:val="false"/>
                            <w:caps w:val="false"/>
                            <w:iCs w:val="false"/>
                            <w:bCs w:val="false"/>
                            <w:szCs w:val="22"/>
                            <w:vertAlign w:val="baseline"/>
                            <w:position w:val="0"/>
                            <w:sz w:val="22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2"/>
                            <w:rFonts w:ascii="Calibri" w:hAnsi="Calibri"/>
                            <w:color w:val="FFFFFF"/>
                          </w:rPr>
                          <w:t>Option 2, z.B. Umbau</w:t>
                        </w:r>
                      </w:p>
                    </w:txbxContent>
                  </v:textbox>
                  <v:fill o:detectmouseclick="t" on="false"/>
                  <v:stroke color="#3a5f8b" weight="25560" joinstyle="round" endcap="flat"/>
                  <w10:wrap type="none"/>
                </v:rect>
                <v:rect id="shape_0" ID="Rechteck 31" path="m0,0l-2147483645,0l-2147483645,-2147483646l0,-2147483646xe" stroked="t" o:allowincell="f" style="position:absolute;left:969;top:9962;width:1588;height:935;mso-wrap-style:square;v-text-anchor:middle">
                  <v:textbox>
                    <w:txbxContent>
                      <w:p>
                        <w:pPr>
                          <w:overflowPunct w:val="false"/>
                          <w:spacing w:before="120" w:after="0" w:lineRule="auto" w:line="264"/>
                          <w:jc w:val="center"/>
                          <w:rPr/>
                        </w:pPr>
                        <w:r>
                          <w:rPr>
                            <w:spacing w:val="0"/>
                            <w:smallCaps w:val="false"/>
                            <w:caps w:val="false"/>
                            <w:iCs w:val="false"/>
                            <w:bCs w:val="false"/>
                            <w:szCs w:val="22"/>
                            <w:vertAlign w:val="baseline"/>
                            <w:position w:val="0"/>
                            <w:sz w:val="22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2"/>
                            <w:rFonts w:ascii="Calibri" w:hAnsi="Calibri"/>
                            <w:color w:val="FFFFFF"/>
                          </w:rPr>
                          <w:t>4.1.1.: Denkbar?</w:t>
                        </w:r>
                      </w:p>
                    </w:txbxContent>
                  </v:textbox>
                  <v:fill o:detectmouseclick="t" on="false"/>
                  <v:stroke color="#3a5f8b" weight="25560" joinstyle="round" endcap="flat"/>
                  <w10:wrap type="none"/>
                </v:rect>
                <v:rect id="shape_0" ID="Rechteck 1024" path="m0,0l-2147483645,0l-2147483645,-2147483646l0,-2147483646xe" stroked="t" o:allowincell="f" style="position:absolute;left:984;top:10907;width:1573;height:935;mso-wrap-style:square;v-text-anchor:middle">
                  <v:textbox>
                    <w:txbxContent>
                      <w:p>
                        <w:pPr>
                          <w:overflowPunct w:val="false"/>
                          <w:spacing w:before="120" w:after="0" w:lineRule="auto" w:line="264"/>
                          <w:jc w:val="center"/>
                          <w:rPr/>
                        </w:pPr>
                        <w:r>
                          <w:rPr>
                            <w:spacing w:val="0"/>
                            <w:smallCaps w:val="false"/>
                            <w:caps w:val="false"/>
                            <w:iCs w:val="false"/>
                            <w:bCs w:val="false"/>
                            <w:szCs w:val="22"/>
                            <w:vertAlign w:val="baseline"/>
                            <w:position w:val="0"/>
                            <w:sz w:val="22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2"/>
                            <w:rFonts w:ascii="Calibri" w:hAnsi="Calibri"/>
                            <w:color w:val="FFFFFF"/>
                          </w:rPr>
                          <w:t>4.1.2: Vertiefung</w:t>
                        </w:r>
                      </w:p>
                    </w:txbxContent>
                  </v:textbox>
                  <v:fill o:detectmouseclick="t" on="false"/>
                  <v:stroke color="#3a5f8b" weight="25560" joinstyle="round" endcap="flat"/>
                  <w10:wrap type="none"/>
                </v:rect>
                <v:rect id="shape_0" ID="Rechteck 1025" path="m0,0l-2147483645,0l-2147483645,-2147483646l0,-2147483646xe" stroked="t" o:allowincell="f" style="position:absolute;left:2754;top:9032;width:1393;height:935;mso-wrap-style:square;v-text-anchor:middle">
                  <v:textbox>
                    <w:txbxContent>
                      <w:p>
                        <w:pPr>
                          <w:overflowPunct w:val="false"/>
                          <w:spacing w:before="120" w:after="0" w:lineRule="auto" w:line="264"/>
                          <w:jc w:val="center"/>
                          <w:rPr/>
                        </w:pPr>
                        <w:r>
                          <w:rPr>
                            <w:spacing w:val="0"/>
                            <w:smallCaps w:val="false"/>
                            <w:caps w:val="false"/>
                            <w:iCs w:val="false"/>
                            <w:bCs w:val="false"/>
                            <w:szCs w:val="22"/>
                            <w:vertAlign w:val="baseline"/>
                            <w:position w:val="0"/>
                            <w:sz w:val="22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2"/>
                            <w:rFonts w:ascii="Calibri" w:hAnsi="Calibri"/>
                            <w:color w:val="FFFFFF"/>
                          </w:rPr>
                          <w:t>Option 3…</w:t>
                        </w:r>
                      </w:p>
                    </w:txbxContent>
                  </v:textbox>
                  <v:fill o:detectmouseclick="t" on="false"/>
                  <v:stroke color="#3a5f8b" weight="25560" joinstyle="round" endcap="flat"/>
                  <w10:wrap type="none"/>
                </v:rect>
                <v:rect id="shape_0" ID="Rechteck 1027" path="m0,0l-2147483645,0l-2147483645,-2147483646l0,-2147483646xe" stroked="t" o:allowincell="f" style="position:absolute;left:2754;top:9977;width:1393;height:935;mso-wrap-style:square;v-text-anchor:middle">
                  <v:textbox>
                    <w:txbxContent>
                      <w:p>
                        <w:pPr>
                          <w:overflowPunct w:val="false"/>
                          <w:spacing w:before="120" w:after="0" w:lineRule="auto" w:line="264"/>
                          <w:jc w:val="center"/>
                          <w:rPr/>
                        </w:pPr>
                        <w:r>
                          <w:rPr>
                            <w:spacing w:val="0"/>
                            <w:smallCaps w:val="false"/>
                            <w:caps w:val="false"/>
                            <w:iCs w:val="false"/>
                            <w:bCs w:val="false"/>
                            <w:szCs w:val="22"/>
                            <w:vertAlign w:val="baseline"/>
                            <w:position w:val="0"/>
                            <w:sz w:val="22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2"/>
                            <w:rFonts w:ascii="Calibri" w:hAnsi="Calibri"/>
                            <w:color w:val="FFFFFF"/>
                          </w:rPr>
                          <w:t>4.1.1.: Denkbar?</w:t>
                        </w:r>
                      </w:p>
                    </w:txbxContent>
                  </v:textbox>
                  <v:fill o:detectmouseclick="t" on="false"/>
                  <v:stroke color="#3a5f8b" weight="25560" joinstyle="round" endcap="flat"/>
                  <w10:wrap type="none"/>
                </v:rect>
                <v:rect id="shape_0" ID="Rechteck 1028" path="m0,0l-2147483645,0l-2147483645,-2147483646l0,-2147483646xe" stroked="t" o:allowincell="f" style="position:absolute;left:2754;top:10907;width:1393;height:935;mso-wrap-style:square;v-text-anchor:middle">
                  <v:textbox>
                    <w:txbxContent>
                      <w:p>
                        <w:pPr>
                          <w:overflowPunct w:val="false"/>
                          <w:spacing w:before="120" w:after="0" w:lineRule="auto" w:line="264"/>
                          <w:jc w:val="center"/>
                          <w:rPr/>
                        </w:pPr>
                        <w:r>
                          <w:rPr>
                            <w:spacing w:val="0"/>
                            <w:smallCaps w:val="false"/>
                            <w:caps w:val="false"/>
                            <w:iCs w:val="false"/>
                            <w:bCs w:val="false"/>
                            <w:szCs w:val="22"/>
                            <w:vertAlign w:val="baseline"/>
                            <w:position w:val="0"/>
                            <w:sz w:val="22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2"/>
                            <w:rFonts w:ascii="Calibri" w:hAnsi="Calibri"/>
                            <w:color w:val="FFFFFF"/>
                          </w:rPr>
                          <w:t>4.1.2: Vertiefung</w:t>
                        </w:r>
                      </w:p>
                    </w:txbxContent>
                  </v:textbox>
                  <v:fill o:detectmouseclick="t" on="false"/>
                  <v:stroke color="#3a5f8b" weight="25560" joinstyle="round" endcap="flat"/>
                  <w10:wrap type="none"/>
                </v:rect>
                <v:rect id="shape_0" ID="Rechteck 1032" path="m0,0l-2147483645,0l-2147483645,-2147483646l0,-2147483646xe" stroked="t" o:allowincell="f" style="position:absolute;left:5485;top:7742;width:2833;height:1036;mso-wrap-style:square;v-text-anchor:middle">
                  <v:textbox>
                    <w:txbxContent>
                      <w:p>
                        <w:pPr>
                          <w:overflowPunct w:val="false"/>
                          <w:spacing w:before="0" w:after="0" w:lineRule="auto" w:line="264"/>
                          <w:jc w:val="center"/>
                          <w:rPr/>
                        </w:pPr>
                        <w:r>
                          <w:rPr>
                            <w:spacing w:val="0"/>
                            <w:smallCaps w:val="false"/>
                            <w:caps w:val="false"/>
                            <w:iCs w:val="false"/>
                            <w:bCs w:val="false"/>
                            <w:szCs w:val="24"/>
                            <w:vertAlign w:val="baseline"/>
                            <w:position w:val="0"/>
                            <w:sz w:val="24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4"/>
                            <w:rFonts w:ascii="Calibri" w:hAnsi="Calibri"/>
                            <w:color w:val="FFFFFF"/>
                          </w:rPr>
                          <w:t>4.2Modul B: VerbleibVertiefung 1-2 Themen</w:t>
                        </w:r>
                      </w:p>
                      <w:p>
                        <w:pPr>
                          <w:overflowPunct w:val="false"/>
                          <w:spacing w:before="0" w:after="0" w:lineRule="auto" w:line="264"/>
                          <w:jc w:val="center"/>
                          <w:rPr/>
                        </w:pPr>
                        <w:r>
                          <w:rPr>
                            <w:sz w:val="22"/>
                            <w:rFonts w:ascii="Times" w:hAnsi="Times"/>
                          </w:rPr>
                        </w:r>
                      </w:p>
                    </w:txbxContent>
                  </v:textbox>
                  <v:fill o:detectmouseclick="t" on="false"/>
                  <v:stroke color="#3a5f8b" weight="25560" joinstyle="round" endcap="flat"/>
                  <w10:wrap type="none"/>
                </v:rect>
                <v:rect id="shape_0" ID="Rechteck 1033" path="m0,0l-2147483645,0l-2147483645,-2147483646l0,-2147483646xe" stroked="t" o:allowincell="f" style="position:absolute;left:5485;top:9032;width:2833;height:613;mso-wrap-style:square;v-text-anchor:middle">
                  <v:textbox>
                    <w:txbxContent>
                      <w:p>
                        <w:pPr>
                          <w:overflowPunct w:val="false"/>
                          <w:spacing w:before="120" w:after="0" w:lineRule="auto" w:line="264"/>
                          <w:jc w:val="center"/>
                          <w:rPr/>
                        </w:pPr>
                        <w:r>
                          <w:rPr>
                            <w:spacing w:val="0"/>
                            <w:smallCaps w:val="false"/>
                            <w:caps w:val="false"/>
                            <w:iCs w:val="false"/>
                            <w:bCs w:val="false"/>
                            <w:szCs w:val="22"/>
                            <w:vertAlign w:val="baseline"/>
                            <w:position w:val="0"/>
                            <w:sz w:val="22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2"/>
                            <w:rFonts w:ascii="Calibri" w:hAnsi="Calibri"/>
                            <w:color w:val="FFFFFF"/>
                          </w:rPr>
                          <w:t>4.2.1 Barrierefreiheit</w:t>
                        </w:r>
                      </w:p>
                    </w:txbxContent>
                  </v:textbox>
                  <v:fill o:detectmouseclick="t" on="false"/>
                  <v:stroke color="#3a5f8b" weight="25560" joinstyle="round" endcap="flat"/>
                  <w10:wrap type="none"/>
                </v:rect>
                <v:rect id="shape_0" ID="Rechteck 1034" path="m0,0l-2147483645,0l-2147483645,-2147483646l0,-2147483646xe" stroked="t" o:allowincell="f" style="position:absolute;left:5485;top:9647;width:2833;height:643;mso-wrap-style:square;v-text-anchor:middle">
                  <v:textbox>
                    <w:txbxContent>
                      <w:p>
                        <w:pPr>
                          <w:overflowPunct w:val="false"/>
                          <w:spacing w:before="120" w:after="0" w:lineRule="auto" w:line="264"/>
                          <w:jc w:val="center"/>
                          <w:rPr/>
                        </w:pPr>
                        <w:r>
                          <w:rPr>
                            <w:spacing w:val="0"/>
                            <w:smallCaps w:val="false"/>
                            <w:caps w:val="false"/>
                            <w:iCs w:val="false"/>
                            <w:bCs w:val="false"/>
                            <w:szCs w:val="22"/>
                            <w:vertAlign w:val="baseline"/>
                            <w:position w:val="0"/>
                            <w:sz w:val="22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2"/>
                            <w:rFonts w:ascii="Calibri" w:hAnsi="Calibri"/>
                            <w:color w:val="FFFFFF"/>
                          </w:rPr>
                          <w:t>4.2.2 Allgemeinzustand</w:t>
                        </w:r>
                      </w:p>
                    </w:txbxContent>
                  </v:textbox>
                  <v:fill o:detectmouseclick="t" on="false"/>
                  <v:stroke color="#3a5f8b" weight="25560" joinstyle="round" endcap="flat"/>
                  <w10:wrap type="none"/>
                </v:rect>
                <v:rect id="shape_0" ID="Rechteck 1035" path="m0,0l-2147483645,0l-2147483645,-2147483646l0,-2147483646xe" stroked="t" o:allowincell="f" style="position:absolute;left:5485;top:10292;width:2833;height:853;mso-wrap-style:square;v-text-anchor:middle">
                  <v:textbox>
                    <w:txbxContent>
                      <w:p>
                        <w:pPr>
                          <w:overflowPunct w:val="false"/>
                          <w:spacing w:before="120" w:after="0" w:lineRule="auto" w:line="264"/>
                          <w:jc w:val="center"/>
                          <w:rPr/>
                        </w:pPr>
                        <w:r>
                          <w:rPr>
                            <w:spacing w:val="0"/>
                            <w:smallCaps w:val="false"/>
                            <w:caps w:val="false"/>
                            <w:iCs w:val="false"/>
                            <w:bCs w:val="false"/>
                            <w:szCs w:val="22"/>
                            <w:vertAlign w:val="baseline"/>
                            <w:position w:val="0"/>
                            <w:sz w:val="22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2"/>
                            <w:rFonts w:ascii="Calibri" w:hAnsi="Calibri"/>
                            <w:color w:val="FFFFFF"/>
                          </w:rPr>
                          <w:t>4.2.3 Energetischer Zustand</w:t>
                        </w:r>
                      </w:p>
                    </w:txbxContent>
                  </v:textbox>
                  <v:fill o:detectmouseclick="t" on="false"/>
                  <v:stroke color="#3a5f8b" weight="25560" joinstyle="round" endcap="flat"/>
                  <w10:wrap type="none"/>
                </v:rect>
                <v:rect id="shape_0" ID="Rechteck 1036" path="m0,0l-2147483645,0l-2147483645,-2147483646l0,-2147483646xe" stroked="t" o:allowincell="f" style="position:absolute;left:5485;top:11147;width:2833;height:643;mso-wrap-style:square;v-text-anchor:middle">
                  <v:textbox>
                    <w:txbxContent>
                      <w:p>
                        <w:pPr>
                          <w:overflowPunct w:val="false"/>
                          <w:spacing w:before="120" w:after="0" w:lineRule="auto" w:line="264"/>
                          <w:jc w:val="center"/>
                          <w:rPr/>
                        </w:pPr>
                        <w:r>
                          <w:rPr>
                            <w:spacing w:val="0"/>
                            <w:smallCaps w:val="false"/>
                            <w:caps w:val="false"/>
                            <w:iCs w:val="false"/>
                            <w:bCs w:val="false"/>
                            <w:szCs w:val="22"/>
                            <w:vertAlign w:val="baseline"/>
                            <w:position w:val="0"/>
                            <w:sz w:val="22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2"/>
                            <w:rFonts w:ascii="Calibri" w:hAnsi="Calibri"/>
                            <w:color w:val="FFFFFF"/>
                          </w:rPr>
                          <w:t>4.2.4 Wohnumfeld</w:t>
                        </w:r>
                      </w:p>
                    </w:txbxContent>
                  </v:textbox>
                  <v:fill o:detectmouseclick="t" on="false"/>
                  <v:stroke color="#3a5f8b" weight="25560" joinstyle="round" endcap="flat"/>
                  <w10:wrap type="none"/>
                </v:rect>
                <v:oval id="shape_0" ID="Ellipse 1039" path="l-2147483648,-2147483643l-2147483628,-2147483627l-2147483648,-2147483643l-2147483626,-2147483625xe" fillcolor="#4f81bd" stroked="t" o:allowincell="f" style="position:absolute;left:8395;top:7682;width:1132;height:1132;mso-wrap-style:square;v-text-anchor:middle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/>
                            <w:szCs w:val="18"/>
                            <w:spacing w:val="0"/>
                            <w:vertAlign w:val="baseline"/>
                            <w:position w:val="0"/>
                            <w:sz w:val="18"/>
                            <w:i w:val="false"/>
                            <w:dstrike w:val="false"/>
                            <w:strike w:val="false"/>
                            <w:u w:val="none"/>
                            <w:b/>
                            <w:sz w:val="18"/>
                            <w:rFonts w:cs="Arial" w:ascii="Arial" w:hAnsi="Arial"/>
                            <w:color w:val="FFFFFF"/>
                          </w:rPr>
                          <w:t>Doch nicht attraktiv?</w:t>
                        </w:r>
                      </w:p>
                    </w:txbxContent>
                  </v:textbox>
                  <v:fill o:detectmouseclick="t" type="solid" color2="#b07e42"/>
                  <v:stroke color="#3a5f8b" weight="25560" joinstyle="round" endcap="flat"/>
                  <w10:wrap type="none"/>
                </v:oval>
                <v:rect id="shape_0" ID="Rechteck 1040" path="m0,0l-2147483645,0l-2147483645,-2147483646l0,-2147483646xe" stroked="t" o:allowincell="f" style="position:absolute;left:-786;top:12317;width:9104;height:1036;mso-wrap-style:square;v-text-anchor:middle">
                  <v:textbox>
                    <w:txbxContent>
                      <w:p>
                        <w:pPr>
                          <w:overflowPunct w:val="false"/>
                          <w:spacing w:before="0" w:after="0" w:lineRule="auto" w:line="264"/>
                          <w:jc w:val="center"/>
                          <w:rPr/>
                        </w:pPr>
                        <w:r>
                          <w:rPr>
                            <w:spacing w:val="0"/>
                            <w:smallCaps w:val="false"/>
                            <w:caps w:val="false"/>
                            <w:iCs w:val="false"/>
                            <w:bCs w:val="false"/>
                            <w:szCs w:val="24"/>
                            <w:vertAlign w:val="baseline"/>
                            <w:position w:val="0"/>
                            <w:sz w:val="24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24"/>
                            <w:rFonts w:ascii="Calibri" w:hAnsi="Calibri"/>
                            <w:color w:val="FFFFFF"/>
                          </w:rPr>
                          <w:t>5Abschluss: Priorisierung, weiterführende Angebote und Informationen</w:t>
                        </w:r>
                      </w:p>
                    </w:txbxContent>
                  </v:textbox>
                  <v:fill o:detectmouseclick="t" on="false"/>
                  <v:stroke color="#3a5f8b" weight="25560" joinstyle="round" endcap="flat"/>
                  <w10:wrap type="none"/>
                </v:rect>
                <v:shapetype id="_x0000_t67" coordsize="21600,21600" o:spt="67" adj="10800,10800" path="m0@3l@5@3l@5,l@6,l@6@3l21600@3l10800,21600xe">
                  <v:stroke joinstyle="miter"/>
                  <v:formulas>
                    <v:f eqn="val 21600"/>
                    <v:f eqn="val #1"/>
                    <v:f eqn="val #0"/>
                    <v:f eqn="sum height 0 @2"/>
                    <v:f eqn="prod 1 @1 2"/>
                    <v:f eqn="sum 10800 0 @4"/>
                    <v:f eqn="sum 10800 @4 0"/>
                    <v:f eqn="prod @5 @2 10800"/>
                    <v:f eqn="sum @3 @7 0"/>
                  </v:formulas>
                  <v:path gradientshapeok="t" o:connecttype="rect" textboxrect="@5,0,@6,@8"/>
                  <v:handles>
                    <v:h position="@5,0"/>
                    <v:h position="0,@3"/>
                  </v:handles>
                </v:shapetype>
                <v:shape id="shape_0" ID="Pfeil nach unten 1041" path="l-2147483631,-2147483635l-2147483631,0l-2147483629,0l-2147483629,-2147483635l-2147483622,-2147483635l-2147483632,-2147483623xe" fillcolor="#4f81bd" stroked="t" o:allowincell="f" style="position:absolute;left:3654;top:1456;width:583;height:330;mso-wrap-style:none;v-text-anchor:middle" type="_x0000_t67">
                  <v:fill o:detectmouseclick="t" type="solid" color2="#b07e42"/>
                  <v:stroke color="#3a5f8b" weight="25560" joinstyle="round" endcap="flat"/>
                  <w10:wrap type="none"/>
                </v:shape>
                <v:shape id="shape_0" ID="Pfeil nach unten 1042" path="l-2147483631,-2147483635l-2147483631,0l-2147483629,0l-2147483629,-2147483635l-2147483622,-2147483635l-2147483632,-2147483623xe" fillcolor="#4f81bd" stroked="t" o:allowincell="f" style="position:absolute;left:3654;top:5896;width:583;height:330;mso-wrap-style:none;v-text-anchor:middle" type="_x0000_t67">
                  <v:fill o:detectmouseclick="t" type="solid" color2="#b07e42"/>
                  <v:stroke color="#3a5f8b" weight="25560" joinstyle="round" endcap="flat"/>
                  <w10:wrap type="none"/>
                </v:shape>
                <v:shape id="shape_0" ID="Pfeil nach unten 1043" path="l-2147483631,-2147483635l-2147483631,0l-2147483629,0l-2147483629,-2147483635l-2147483622,-2147483635l-2147483632,-2147483623xe" fillcolor="#4f81bd" stroked="t" o:allowincell="f" style="position:absolute;left:3654;top:3601;width:583;height:330;mso-wrap-style:none;v-text-anchor:middle" type="_x0000_t67">
                  <v:fill o:detectmouseclick="t" type="solid" color2="#b07e42"/>
                  <v:stroke color="#3a5f8b" weight="25560" joinstyle="round" endcap="flat"/>
                  <w10:wrap type="none"/>
                </v:shape>
                <v:shape id="shape_0" ID="Pfeil nach unten 1044" path="l-2147483631,-2147483635l-2147483631,0l-2147483629,0l-2147483629,-2147483635l-2147483622,-2147483635l-2147483632,-2147483623xe" fillcolor="#4f81bd" stroked="t" o:allowincell="f" style="position:absolute;left:1434;top:11972;width:583;height:330;mso-wrap-style:none;v-text-anchor:middle" type="_x0000_t67">
                  <v:fill o:detectmouseclick="t" type="solid" color2="#b07e42"/>
                  <v:stroke color="#3a5f8b" weight="25560" joinstyle="round" endcap="flat"/>
                  <w10:wrap type="none"/>
                </v:shape>
                <v:shapetype id="_x0000_t13" coordsize="21600,21600" o:spt="13" adj="10800,10800" path="m0@5l@3@5l@3,l21600,10800l@3,21600l@3@6l0@6xe">
                  <v:stroke joinstyle="miter"/>
                  <v:formulas>
                    <v:f eqn="val 21600"/>
                    <v:f eqn="val #1"/>
                    <v:f eqn="val #0"/>
                    <v:f eqn="sum width 0 @2"/>
                    <v:f eqn="prod 1 @1 2"/>
                    <v:f eqn="sum 10800 0 @4"/>
                    <v:f eqn="sum 10800 @4 0"/>
                    <v:f eqn="prod @5 @2 10800"/>
                    <v:f eqn="sum @3 @7 0"/>
                  </v:formulas>
                  <v:path gradientshapeok="t" o:connecttype="rect" textboxrect="0,@5,@8,@6"/>
                  <v:handles>
                    <v:h position="0,@5"/>
                    <v:h position="@3,0"/>
                  </v:handles>
                </v:shapetype>
                <v:shape id="shape_0" ID="Pfeil nach rechts 1046" path="l-2147483635,-2147483631l-2147483635,0l-2147483622,-2147483632l-2147483635,-2147483623l-2147483635,-2147483629l0,-2147483629xe" fillcolor="#4f81bd" stroked="t" o:allowincell="f" style="position:absolute;left:4149;top:8117;width:1334;height:343;mso-wrap-style:none;v-text-anchor:middle" type="_x0000_t13">
                  <v:fill o:detectmouseclick="t" type="solid" color2="#b07e42"/>
                  <v:stroke color="#3a5f8b" weight="25560" joinstyle="round" endcap="flat"/>
                  <w10:wrap type="none"/>
                </v:shape>
                <v:shape id="shape_0" ID="Pfeil nach unten 1045" path="l-2147483631,-2147483635l-2147483631,0l-2147483629,0l-2147483629,-2147483635l-2147483622,-2147483635l-2147483632,-2147483623xe" fillcolor="#4f81bd" stroked="t" o:allowincell="f" style="position:absolute;left:6565;top:11942;width:583;height:330;mso-wrap-style:none;v-text-anchor:middle" type="_x0000_t67">
                  <v:fill o:detectmouseclick="t" type="solid" color2="#b07e42"/>
                  <v:stroke color="#3a5f8b" weight="25560" joinstyle="round" endcap="flat"/>
                  <w10:wrap type="none"/>
                </v:shape>
                <v:oval id="shape_0" ID="Ellipse 1038" path="l-2147483648,-2147483643l-2147483628,-2147483627l-2147483648,-2147483643l-2147483626,-2147483625xe" fillcolor="#4f81bd" stroked="t" o:allowincell="f" style="position:absolute;left:4210;top:7682;width:1133;height:1132;mso-wrap-style:square;v-text-anchor:middle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/>
                            <w:szCs w:val="20"/>
                            <w:spacing w:val="0"/>
                            <w:vertAlign w:val="baseline"/>
                            <w:position w:val="0"/>
                            <w:sz w:val="20"/>
                            <w:i w:val="false"/>
                            <w:dstrike w:val="false"/>
                            <w:strike w:val="false"/>
                            <w:u w:val="none"/>
                            <w:b/>
                            <w:sz w:val="20"/>
                            <w:rFonts w:cs="Arial" w:ascii="Arial" w:hAnsi="Arial"/>
                            <w:color w:val="FFFFFF"/>
                          </w:rPr>
                          <w:t>Nichts dabei?</w:t>
                        </w:r>
                      </w:p>
                    </w:txbxContent>
                  </v:textbox>
                  <v:fill o:detectmouseclick="t" type="solid" color2="#b07e42"/>
                  <v:stroke color="#3a5f8b" weight="25560" joinstyle="round" endcap="flat"/>
                  <w10:wrap type="none"/>
                </v:oval>
                <v:shapetype id="_x0000_t90" coordsize="21600,21600" o:spt="90" adj="5400,5400,5400" path="m0@9l@7@9l@7@2l@4@2l@5,l21600@2l@8@2l@8,21600l,21600xe">
                  <v:stroke joinstyle="miter"/>
                  <v:formulas>
                    <v:f eqn="val #2"/>
                    <v:f eqn="val #1"/>
                    <v:f eqn="val #0"/>
                    <v:f eqn="prod 2 @1 1"/>
                    <v:f eqn="sum width 0 @3"/>
                    <v:f eqn="sum width 0 @1"/>
                    <v:f eqn="prod 1 @0 2"/>
                    <v:f eqn="sum @5 0 @6"/>
                    <v:f eqn="sum @5 @6 0"/>
                    <v:f eqn="sum height 0 @0"/>
                    <v:f eqn="prod @8 1 2"/>
                    <v:f eqn="sum @9 height 0"/>
                    <v:f eqn="prod 1 @11 2"/>
                    <v:f eqn="sum @2 height 0"/>
                    <v:f eqn="prod 1 @13 2"/>
                  </v:formulas>
                  <v:path gradientshapeok="t" o:connecttype="rect" textboxrect="0,@9,@8,21600"/>
                  <v:handles>
                    <v:h position="0,@9"/>
                    <v:h position="@4,0"/>
                    <v:h position="@7,@2"/>
                  </v:handles>
                </v:shapetype>
                <v:shape id="shape_0" ID="Nach oben gebogener Pfeil 1049" path="l-2147483625,-2147483620l-2147483625,-2147483634l-2147483631,-2147483634l-2147483628,0l-2147483613,-2147483634l-2147483623,-2147483634l-2147483623,-2147483614l0,-2147483614xe" fillcolor="#4f81bd" stroked="t" o:allowincell="f" style="position:absolute;left:3159;top:7173;width:5805;height:553;mso-wrap-style:none;v-text-anchor:middle;rotation:180" type="_x0000_t90">
                  <v:fill o:detectmouseclick="t" type="solid" color2="#b07e42"/>
                  <v:stroke color="#3a5f8b" weight="25560" joinstyle="round" endcap="flat"/>
                  <w10:wrap type="none"/>
                </v:shape>
                <v:shape id="shape_0" ID="Pfeil nach unten 1051" path="l-2147483631,-2147483635l-2147483631,0l-2147483629,0l-2147483629,-2147483635l-2147483622,-2147483635l-2147483632,-2147483623xe" fillcolor="#4f81bd" stroked="t" o:allowincell="f" style="position:absolute;left:1419;top:7082;width:583;height:598;mso-wrap-style:none;v-text-anchor:middle" type="_x0000_t67">
                  <v:fill o:detectmouseclick="t" type="solid" color2="#b07e42"/>
                  <v:stroke color="#3a5f8b" weight="25560" joinstyle="round" endcap="flat"/>
                  <w10:wrap type="none"/>
                </v:shape>
              </v:group>
            </w:pict>
          </mc:Fallback>
        </mc:AlternateConten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701" w:right="1701" w:gutter="0" w:header="1134" w:top="1814" w:footer="624" w:bottom="1304"/>
      <w:pgNumType w:fmt="decimal"/>
      <w:formProt w:val="false"/>
      <w:titlePg/>
      <w:textDirection w:val="lrTb"/>
      <w:docGrid w:type="default" w:linePitch="299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libri">
    <w:charset w:val="01"/>
    <w:family w:val="auto"/>
    <w:pitch w:val="default"/>
  </w:font>
  <w:font w:name="Arial">
    <w:charset w:val="01"/>
    <w:family w:val="auto"/>
    <w:pitch w:val="default"/>
  </w:font>
  <w:font w:name="Times New Roman">
    <w:charset w:val="01"/>
    <w:family w:val="roman"/>
    <w:pitch w:val="default"/>
  </w:font>
  <w:font w:name="Wingdings">
    <w:charset w:val="02"/>
    <w:family w:val="auto"/>
    <w:pitch w:val="default"/>
  </w:font>
  <w:font w:name="Courier New">
    <w:charset w:val="01"/>
    <w:family w:val="modern"/>
    <w:pitch w:val="fixed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tabs>
        <w:tab w:val="clear" w:pos="284"/>
        <w:tab w:val="center" w:pos="4536" w:leader="none"/>
        <w:tab w:val="right" w:pos="9072" w:leader="none"/>
      </w:tabs>
      <w:spacing w:before="0" w:after="80"/>
      <w:ind w:left="0"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12">
              <wp:simplePos x="0" y="0"/>
              <wp:positionH relativeFrom="page">
                <wp:posOffset>738505</wp:posOffset>
              </wp:positionH>
              <wp:positionV relativeFrom="paragraph">
                <wp:posOffset>50800</wp:posOffset>
              </wp:positionV>
              <wp:extent cx="360045" cy="152400"/>
              <wp:effectExtent l="0" t="0" r="0" b="0"/>
              <wp:wrapSquare wrapText="bothSides"/>
              <wp:docPr id="6" name="Rahmen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0045" cy="15240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uzeile"/>
                            <w:pBdr/>
                            <w:tabs>
                              <w:tab w:val="clear" w:pos="284"/>
                              <w:tab w:val="center" w:pos="4536" w:leader="none"/>
                              <w:tab w:val="right" w:pos="9072" w:leader="none"/>
                            </w:tabs>
                            <w:spacing w:before="0" w:after="80"/>
                            <w:ind w:left="0" w:right="57" w:hanging="0"/>
                            <w:jc w:val="right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28.35pt;height:12pt;mso-wrap-distance-left:0pt;mso-wrap-distance-right:0pt;mso-wrap-distance-top:0pt;mso-wrap-distance-bottom:0pt;margin-top:4pt;mso-position-vertical-relative:text;margin-left:58.15pt;mso-position-horizontal-relative:page">
              <v:fill opacity="0f"/>
              <v:textbox inset="0in,0in,0in,0in">
                <w:txbxContent>
                  <w:p>
                    <w:pPr>
                      <w:pStyle w:val="Fuzeile"/>
                      <w:pBdr/>
                      <w:tabs>
                        <w:tab w:val="clear" w:pos="284"/>
                        <w:tab w:val="center" w:pos="4536" w:leader="none"/>
                        <w:tab w:val="right" w:pos="9072" w:leader="none"/>
                      </w:tabs>
                      <w:spacing w:before="0" w:after="80"/>
                      <w:ind w:left="0" w:right="57" w:hanging="0"/>
                      <w:jc w:val="right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tabs>
        <w:tab w:val="clear" w:pos="284"/>
        <w:tab w:val="clear" w:pos="4536"/>
        <w:tab w:val="clear" w:pos="9072"/>
      </w:tabs>
      <w:spacing w:before="0" w:after="80"/>
      <w:ind w:left="0" w:right="-1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page">
                <wp:posOffset>6452870</wp:posOffset>
              </wp:positionH>
              <wp:positionV relativeFrom="paragraph">
                <wp:posOffset>50800</wp:posOffset>
              </wp:positionV>
              <wp:extent cx="360045" cy="14605"/>
              <wp:effectExtent l="0" t="0" r="0" b="0"/>
              <wp:wrapSquare wrapText="bothSides"/>
              <wp:docPr id="7" name="Rahmen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004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uzeile"/>
                            <w:pBdr/>
                            <w:spacing w:before="0" w:after="80"/>
                            <w:ind w:left="57" w:hanging="0"/>
                            <w:jc w:val="left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28.35pt;height:1.15pt;mso-wrap-distance-left:0pt;mso-wrap-distance-right:0pt;mso-wrap-distance-top:0pt;mso-wrap-distance-bottom:0pt;margin-top:4pt;mso-position-vertical-relative:text;margin-left:508.1pt;mso-position-horizontal-relative:page">
              <v:fill opacity="0f"/>
              <v:textbox inset="0in,0in,0in,0in">
                <w:txbxContent>
                  <w:p>
                    <w:pPr>
                      <w:pStyle w:val="Fuzeile"/>
                      <w:pBdr/>
                      <w:spacing w:before="0" w:after="80"/>
                      <w:ind w:left="57" w:hanging="0"/>
                      <w:jc w:val="left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spacing w:lineRule="atLeast" w:line="240"/>
      <w:ind w:left="-1418" w:right="-1134" w:hanging="0"/>
      <w:rPr>
        <w:b/>
        <w:b/>
        <w:bCs/>
      </w:rPr>
    </w:pPr>
    <w:r>
      <w:rPr>
        <w:b/>
        <w:bCs/>
      </w:rPr>
      <w:drawing>
        <wp:anchor behindDoc="1" distT="0" distB="0" distL="0" distR="0" simplePos="0" locked="0" layoutInCell="0" allowOverlap="1" relativeHeight="8">
          <wp:simplePos x="0" y="0"/>
          <wp:positionH relativeFrom="column">
            <wp:posOffset>3601720</wp:posOffset>
          </wp:positionH>
          <wp:positionV relativeFrom="paragraph">
            <wp:posOffset>63500</wp:posOffset>
          </wp:positionV>
          <wp:extent cx="1370330" cy="972185"/>
          <wp:effectExtent l="0" t="0" r="0" b="0"/>
          <wp:wrapNone/>
          <wp:docPr id="8" name="Picture 3" descr="BMBF_CMYK_Gef_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3" descr="BMBF_CMYK_Gef_d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70330" cy="972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Fuzeile"/>
      <w:spacing w:lineRule="atLeast" w:line="240"/>
      <w:ind w:left="-1418" w:right="-1134" w:hanging="0"/>
      <w:rPr/>
    </w:pPr>
    <w:r>
      <w:rPr/>
      <w:drawing>
        <wp:anchor behindDoc="0" distT="0" distB="0" distL="114300" distR="114300" simplePos="0" locked="0" layoutInCell="0" allowOverlap="1" relativeHeight="6">
          <wp:simplePos x="0" y="0"/>
          <wp:positionH relativeFrom="column">
            <wp:posOffset>2620010</wp:posOffset>
          </wp:positionH>
          <wp:positionV relativeFrom="paragraph">
            <wp:posOffset>141605</wp:posOffset>
          </wp:positionV>
          <wp:extent cx="523875" cy="523875"/>
          <wp:effectExtent l="0" t="0" r="0" b="0"/>
          <wp:wrapThrough wrapText="bothSides">
            <wp:wrapPolygon edited="0">
              <wp:start x="-8" y="0"/>
              <wp:lineTo x="-8" y="21199"/>
              <wp:lineTo x="21202" y="21199"/>
              <wp:lineTo x="21202" y="0"/>
              <wp:lineTo x="-8" y="0"/>
            </wp:wrapPolygon>
          </wp:wrapThrough>
          <wp:docPr id="9" name="Grafik 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5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2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9">
          <wp:simplePos x="0" y="0"/>
          <wp:positionH relativeFrom="column">
            <wp:posOffset>4839970</wp:posOffset>
          </wp:positionH>
          <wp:positionV relativeFrom="paragraph">
            <wp:posOffset>98425</wp:posOffset>
          </wp:positionV>
          <wp:extent cx="1361440" cy="539750"/>
          <wp:effectExtent l="0" t="0" r="0" b="0"/>
          <wp:wrapNone/>
          <wp:docPr id="10" name="Grafik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4" descr="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361440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Fuzeile"/>
      <w:spacing w:lineRule="atLeast" w:line="240"/>
      <w:ind w:left="-1418" w:right="-1134" w:hanging="0"/>
      <w:rPr/>
    </w:pPr>
    <w:r>
      <w:rPr/>
      <w:drawing>
        <wp:anchor behindDoc="0" distT="0" distB="0" distL="114300" distR="114300" simplePos="0" locked="0" layoutInCell="0" allowOverlap="1" relativeHeight="3">
          <wp:simplePos x="0" y="0"/>
          <wp:positionH relativeFrom="column">
            <wp:posOffset>422275</wp:posOffset>
          </wp:positionH>
          <wp:positionV relativeFrom="paragraph">
            <wp:posOffset>128905</wp:posOffset>
          </wp:positionV>
          <wp:extent cx="1019175" cy="347345"/>
          <wp:effectExtent l="0" t="0" r="0" b="0"/>
          <wp:wrapThrough wrapText="bothSides">
            <wp:wrapPolygon edited="0">
              <wp:start x="-27" y="0"/>
              <wp:lineTo x="-27" y="20095"/>
              <wp:lineTo x="21376" y="20095"/>
              <wp:lineTo x="21376" y="0"/>
              <wp:lineTo x="-27" y="0"/>
            </wp:wrapPolygon>
          </wp:wrapThrough>
          <wp:docPr id="11" name="Bild 7" descr="isoe_logo_de-271011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Bild 7" descr="isoe_logo_de-271011-2"/>
                  <pic:cNvPicPr>
                    <a:picLocks noChangeAspect="1" noChangeArrowheads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3473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0" distT="0" distB="0" distL="114300" distR="114300" simplePos="0" locked="0" layoutInCell="0" allowOverlap="1" relativeHeight="4">
          <wp:simplePos x="0" y="0"/>
          <wp:positionH relativeFrom="column">
            <wp:posOffset>1611630</wp:posOffset>
          </wp:positionH>
          <wp:positionV relativeFrom="paragraph">
            <wp:posOffset>109220</wp:posOffset>
          </wp:positionV>
          <wp:extent cx="876300" cy="458470"/>
          <wp:effectExtent l="0" t="0" r="0" b="0"/>
          <wp:wrapThrough wrapText="bothSides">
            <wp:wrapPolygon edited="0">
              <wp:start x="-10" y="0"/>
              <wp:lineTo x="-10" y="20637"/>
              <wp:lineTo x="21127" y="20637"/>
              <wp:lineTo x="21127" y="0"/>
              <wp:lineTo x="-10" y="0"/>
            </wp:wrapPolygon>
          </wp:wrapThrough>
          <wp:docPr id="12" name="Picture 2" descr="https://www.kreis-steinfurt.de/kv_steinfurt/Home/ST%20Logo_NEWS.jpg?=undefined&amp;resize=600x6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2" descr="https://www.kreis-steinfurt.de/kv_steinfurt/Home/ST%20Logo_NEWS.jpg?=undefined&amp;resize=600x600"/>
                  <pic:cNvPicPr>
                    <a:picLocks noChangeAspect="1" noChangeArrowheads="1"/>
                  </pic:cNvPicPr>
                </pic:nvPicPr>
                <pic:blipFill>
                  <a:blip r:embed="rId5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4584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0" distT="0" distB="0" distL="114300" distR="114300" simplePos="0" locked="0" layoutInCell="0" allowOverlap="1" relativeHeight="5">
          <wp:simplePos x="0" y="0"/>
          <wp:positionH relativeFrom="column">
            <wp:posOffset>-680085</wp:posOffset>
          </wp:positionH>
          <wp:positionV relativeFrom="paragraph">
            <wp:posOffset>172720</wp:posOffset>
          </wp:positionV>
          <wp:extent cx="907415" cy="353060"/>
          <wp:effectExtent l="0" t="0" r="0" b="0"/>
          <wp:wrapThrough wrapText="bothSides">
            <wp:wrapPolygon edited="0">
              <wp:start x="-9" y="0"/>
              <wp:lineTo x="-9" y="20996"/>
              <wp:lineTo x="21323" y="20996"/>
              <wp:lineTo x="21323" y="0"/>
              <wp:lineTo x="-9" y="0"/>
            </wp:wrapPolygon>
          </wp:wrapThrough>
          <wp:docPr id="13" name="Grafik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Grafik 3" descr=""/>
                  <pic:cNvPicPr>
                    <a:picLocks noChangeAspect="1" noChangeArrowheads="1"/>
                  </pic:cNvPicPr>
                </pic:nvPicPr>
                <pic:blipFill>
                  <a:blip r:embed="rId6"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3530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Fuzeile"/>
      <w:spacing w:lineRule="atLeast" w:line="240" w:before="0" w:after="80"/>
      <w:ind w:left="-1418" w:right="-1134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jc w:val="right"/>
      <w:rPr/>
    </w:pPr>
    <w:r>
      <mc:AlternateContent>
        <mc:Choice Requires="wps">
          <w:drawing>
            <wp:anchor behindDoc="1" distT="0" distB="19050" distL="0" distR="12065" simplePos="0" locked="0" layoutInCell="0" allowOverlap="1" relativeHeight="10" wp14:anchorId="194ABD8E">
              <wp:simplePos x="0" y="0"/>
              <wp:positionH relativeFrom="column">
                <wp:posOffset>-28575</wp:posOffset>
              </wp:positionH>
              <wp:positionV relativeFrom="paragraph">
                <wp:posOffset>212090</wp:posOffset>
              </wp:positionV>
              <wp:extent cx="5436235" cy="635"/>
              <wp:effectExtent l="5080" t="5080" r="5080" b="5080"/>
              <wp:wrapNone/>
              <wp:docPr id="2" name="Line 4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5436360" cy="720"/>
                      </a:xfrm>
                      <a:prstGeom prst="line">
                        <a:avLst/>
                      </a:prstGeom>
                      <a:ln w="9525">
                        <a:solidFill>
                          <a:srgbClr val="595959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2.25pt,16.7pt" to="425.75pt,16.7pt" ID="Line 42" stroked="t" o:allowincell="f" style="position:absolute;flip:x" wp14:anchorId="194ABD8E">
              <v:stroke color="#595959" weight="9360" joinstyle="round" endcap="flat"/>
              <v:fill o:detectmouseclick="t" on="false"/>
              <w10:wrap type="none"/>
            </v:line>
          </w:pict>
        </mc:Fallback>
      </mc:AlternateContent>
    </w:r>
    <w:bookmarkStart w:id="0" w:name="_GoBack"/>
    <w:bookmarkEnd w:id="0"/>
    <w:r>
      <w:rPr/>
      <w:t>Individuelle Orientierungsberatung: Übersicht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spacing w:lineRule="atLeast" w:line="240"/>
      <w:rPr/>
    </w:pPr>
    <w:r>
      <w:rPr/>
      <mc:AlternateContent>
        <mc:Choice Requires="wps">
          <w:drawing>
            <wp:anchor behindDoc="1" distT="0" distB="19050" distL="0" distR="13970" simplePos="0" locked="0" layoutInCell="0" allowOverlap="1" relativeHeight="7" wp14:anchorId="697716D7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4157980" cy="635"/>
              <wp:effectExtent l="5080" t="5080" r="5080" b="5080"/>
              <wp:wrapNone/>
              <wp:docPr id="3" name="Line 3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4158000" cy="720"/>
                      </a:xfrm>
                      <a:prstGeom prst="line">
                        <a:avLst/>
                      </a:prstGeom>
                      <a:ln w="9525">
                        <a:solidFill>
                          <a:srgbClr val="595959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95.85pt,16.55pt" to="423.2pt,16.55pt" ID="Line 39" stroked="t" o:allowincell="f" style="position:absolute;flip:x" wp14:anchorId="697716D7">
              <v:stroke color="#595959" weight="9360" joinstyle="round" endcap="flat"/>
              <v:fill o:detectmouseclick="t" on="false"/>
              <w10:wrap type="none"/>
            </v:line>
          </w:pict>
        </mc:Fallback>
      </mc:AlternateContent>
      <w:drawing>
        <wp:anchor behindDoc="0" distT="0" distB="0" distL="114300" distR="114300" simplePos="0" locked="0" layoutInCell="1" allowOverlap="1" relativeHeight="0">
          <wp:simplePos x="0" y="0"/>
          <wp:positionH relativeFrom="column">
            <wp:posOffset>-37465</wp:posOffset>
          </wp:positionH>
          <wp:positionV relativeFrom="paragraph">
            <wp:posOffset>-134620</wp:posOffset>
          </wp:positionV>
          <wp:extent cx="1270635" cy="445770"/>
          <wp:effectExtent l="0" t="0" r="0" b="0"/>
          <wp:wrapThrough wrapText="bothSides">
            <wp:wrapPolygon edited="0">
              <wp:start x="-8" y="0"/>
              <wp:lineTo x="-8" y="20292"/>
              <wp:lineTo x="21365" y="20292"/>
              <wp:lineTo x="21365" y="0"/>
              <wp:lineTo x="-8" y="0"/>
            </wp:wrapPolygon>
          </wp:wrapThrough>
          <wp:docPr id="4" name="Grafik 1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6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70635" cy="445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rPr/>
    </w:pPr>
    <w:r>
      <w:rPr/>
      <w:drawing>
        <wp:anchor behindDoc="0" distT="0" distB="0" distL="114300" distR="114300" simplePos="0" locked="0" layoutInCell="0" allowOverlap="1" relativeHeight="2">
          <wp:simplePos x="0" y="0"/>
          <wp:positionH relativeFrom="column">
            <wp:posOffset>3165475</wp:posOffset>
          </wp:positionH>
          <wp:positionV relativeFrom="paragraph">
            <wp:posOffset>-224790</wp:posOffset>
          </wp:positionV>
          <wp:extent cx="2287905" cy="798830"/>
          <wp:effectExtent l="0" t="0" r="0" b="0"/>
          <wp:wrapThrough wrapText="bothSides">
            <wp:wrapPolygon edited="0">
              <wp:start x="-43" y="0"/>
              <wp:lineTo x="-43" y="21063"/>
              <wp:lineTo x="21383" y="21063"/>
              <wp:lineTo x="21383" y="0"/>
              <wp:lineTo x="-43" y="0"/>
            </wp:wrapPolygon>
          </wp:wrapThrough>
          <wp:docPr id="5" name="Grafik 8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8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287905" cy="798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Kopfzeile"/>
      <w:rPr/>
    </w:pPr>
    <w:r>
      <w:rPr/>
    </w:r>
  </w:p>
  <w:p>
    <w:pPr>
      <w:pStyle w:val="Kopfzeile"/>
      <w:rPr/>
    </w:pPr>
    <w:r>
      <w:rPr/>
    </w:r>
  </w:p>
  <w:p>
    <w:pPr>
      <w:pStyle w:val="Kopfzeile"/>
      <w:tabs>
        <w:tab w:val="clear" w:pos="284"/>
        <w:tab w:val="clear" w:pos="8533"/>
        <w:tab w:val="left" w:pos="7005" w:leader="none"/>
      </w:tabs>
      <w:rPr>
        <w:i/>
        <w:i/>
      </w:rPr>
    </w:pPr>
    <w:r>
      <w:rPr>
        <w:i/>
      </w:rPr>
    </w:r>
  </w:p>
  <w:p>
    <w:pPr>
      <w:pStyle w:val="Kopfzeile"/>
      <w:rPr/>
    </w:pPr>
    <w:r>
      <w:rPr/>
    </w:r>
  </w:p>
  <w:p>
    <w:pPr>
      <w:pStyle w:val="Kopfzeil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decimal"/>
      <w:lvlText w:val="%1"/>
      <w:lvlJc w:val="left"/>
      <w:pPr>
        <w:tabs>
          <w:tab w:val="num" w:pos="0"/>
        </w:tabs>
        <w:ind w:left="432" w:hanging="432"/>
      </w:pPr>
      <w:rPr/>
    </w:lvl>
    <w:lvl w:ilvl="1">
      <w:start w:val="1"/>
      <w:pStyle w:val="Berschrift2"/>
      <w:numFmt w:val="decimal"/>
      <w:lvlText w:val="%1.%2"/>
      <w:lvlJc w:val="left"/>
      <w:pPr>
        <w:tabs>
          <w:tab w:val="num" w:pos="0"/>
        </w:tabs>
        <w:ind w:left="1002" w:hanging="576"/>
      </w:pPr>
      <w:rPr/>
    </w:lvl>
    <w:lvl w:ilvl="2">
      <w:start w:val="1"/>
      <w:pStyle w:val="Berschrift3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/>
    </w:lvl>
    <w:lvl w:ilvl="4">
      <w:start w:val="1"/>
      <w:pStyle w:val="Berschrift5"/>
      <w:numFmt w:val="decimal"/>
      <w:lvlText w:val="%1.%2.%3.%4.%5"/>
      <w:lvlJc w:val="left"/>
      <w:pPr>
        <w:tabs>
          <w:tab w:val="num" w:pos="0"/>
        </w:tabs>
        <w:ind w:left="1008" w:hanging="1008"/>
      </w:pPr>
      <w:rPr/>
    </w:lvl>
    <w:lvl w:ilvl="5">
      <w:start w:val="1"/>
      <w:pStyle w:val="Berschrift6"/>
      <w:numFmt w:val="decimal"/>
      <w:lvlText w:val="%1.%2.%3.%4.%5.%6"/>
      <w:lvlJc w:val="left"/>
      <w:pPr>
        <w:tabs>
          <w:tab w:val="num" w:pos="0"/>
        </w:tabs>
        <w:ind w:left="1152" w:hanging="1152"/>
      </w:pPr>
      <w:rPr/>
    </w:lvl>
    <w:lvl w:ilvl="6">
      <w:start w:val="1"/>
      <w:pStyle w:val="Berschrift7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/>
    </w:lvl>
    <w:lvl w:ilvl="7">
      <w:start w:val="1"/>
      <w:pStyle w:val="Berschrift8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pStyle w:val="Berschrift9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bullet"/>
      <w:lvlText w:val="–"/>
      <w:lvlJc w:val="left"/>
      <w:pPr>
        <w:tabs>
          <w:tab w:val="num" w:pos="644"/>
        </w:tabs>
        <w:ind w:left="624" w:hanging="34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sz w:val="22"/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5">
    <w:lvl w:ilvl="0">
      <w:start w:val="1"/>
      <w:numFmt w:val="bullet"/>
      <w:lvlText w:val="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  <w:smallCaps w:val="false"/>
        <w:caps w:val="false"/>
        <w:dstrike w:val="false"/>
        <w:strike w:val="false"/>
        <w:vertAlign w:val="baseline"/>
        <w:position w:val="0"/>
        <w:sz w:val="18"/>
        <w:sz w:val="18"/>
        <w:vanish w:val="false"/>
        <w:color w:val="80B131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®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284"/>
  <w:autoHyphenation w:val="true"/>
  <w:evenAndOddHeaders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425"/>
  <w:themeFontLang w:val="de-DE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" w:hAnsi="Times" w:eastAsia="Times" w:cs="Times New Roman"/>
        <w:lang w:val="de-DE" w:eastAsia="de-DE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7">
    <w:lsdException w:name="Normal" w:uiPriority="15"/>
    <w:lsdException w:name="heading 1" w:uiPriority="2" w:qFormat="1"/>
    <w:lsdException w:name="heading 2" w:uiPriority="2" w:semiHidden="1" w:unhideWhenUsed="1" w:qFormat="1"/>
    <w:lsdException w:name="heading 3" w:uiPriority="2" w:semiHidden="1" w:unhideWhenUsed="1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Placeholder Text" w:uiPriority="99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  <w:lsdException w:name="Smart Link Error" w:uiPriority="99" w:semiHidden="1" w:unhideWhenUsed="1"/>
  </w:latentStyles>
  <w:style w:type="paragraph" w:styleId="Normal" w:default="1">
    <w:name w:val="Normal"/>
    <w:uiPriority w:val="15"/>
    <w:qFormat/>
    <w:rsid w:val="000414eb"/>
    <w:pPr>
      <w:widowControl/>
      <w:tabs>
        <w:tab w:val="left" w:pos="284" w:leader="none"/>
      </w:tabs>
      <w:suppressAutoHyphens w:val="false"/>
      <w:bidi w:val="0"/>
      <w:spacing w:lineRule="exact" w:line="320" w:before="0" w:after="80"/>
      <w:jc w:val="left"/>
    </w:pPr>
    <w:rPr>
      <w:rFonts w:ascii="Times New Roman" w:hAnsi="Times New Roman" w:eastAsia="Times" w:cs="Times New Roman"/>
      <w:color w:val="auto"/>
      <w:kern w:val="0"/>
      <w:sz w:val="22"/>
      <w:szCs w:val="20"/>
      <w:lang w:val="de-DE" w:eastAsia="de-DE" w:bidi="ar-SA"/>
    </w:rPr>
  </w:style>
  <w:style w:type="paragraph" w:styleId="Berschrift1">
    <w:name w:val="Heading 1"/>
    <w:basedOn w:val="Normal"/>
    <w:next w:val="Flietext"/>
    <w:uiPriority w:val="1"/>
    <w:qFormat/>
    <w:rsid w:val="00a74041"/>
    <w:pPr>
      <w:keepNext w:val="true"/>
      <w:numPr>
        <w:ilvl w:val="0"/>
        <w:numId w:val="1"/>
      </w:numPr>
      <w:tabs>
        <w:tab w:val="clear" w:pos="284"/>
        <w:tab w:val="left" w:pos="567" w:leader="none"/>
      </w:tabs>
      <w:spacing w:before="0" w:after="0"/>
      <w:ind w:left="431" w:hanging="431"/>
      <w:outlineLvl w:val="0"/>
    </w:pPr>
    <w:rPr>
      <w:rFonts w:ascii="Arial" w:hAnsi="Arial"/>
      <w:b/>
      <w:color w:val="70A731"/>
      <w:kern w:val="2"/>
      <w:sz w:val="26"/>
    </w:rPr>
  </w:style>
  <w:style w:type="paragraph" w:styleId="Berschrift2">
    <w:name w:val="Heading 2"/>
    <w:basedOn w:val="Berschrift1"/>
    <w:next w:val="Flietext"/>
    <w:uiPriority w:val="2"/>
    <w:qFormat/>
    <w:rsid w:val="00cc1855"/>
    <w:pPr>
      <w:numPr>
        <w:ilvl w:val="1"/>
        <w:numId w:val="1"/>
      </w:numPr>
      <w:ind w:left="431" w:hanging="431"/>
      <w:outlineLvl w:val="1"/>
    </w:pPr>
    <w:rPr>
      <w:sz w:val="22"/>
    </w:rPr>
  </w:style>
  <w:style w:type="paragraph" w:styleId="Berschrift3">
    <w:name w:val="Heading 3"/>
    <w:basedOn w:val="Berschrift2"/>
    <w:next w:val="Flietext"/>
    <w:uiPriority w:val="2"/>
    <w:qFormat/>
    <w:rsid w:val="00cc1855"/>
    <w:pPr>
      <w:numPr>
        <w:ilvl w:val="2"/>
        <w:numId w:val="1"/>
      </w:numPr>
      <w:outlineLvl w:val="2"/>
    </w:pPr>
    <w:rPr>
      <w:i/>
    </w:rPr>
  </w:style>
  <w:style w:type="paragraph" w:styleId="Berschrift4">
    <w:name w:val="Heading 4"/>
    <w:basedOn w:val="Flietext"/>
    <w:next w:val="Normal"/>
    <w:uiPriority w:val="2"/>
    <w:qFormat/>
    <w:rsid w:val="00cc1855"/>
    <w:pPr>
      <w:spacing w:before="240" w:after="0"/>
      <w:outlineLvl w:val="3"/>
    </w:pPr>
    <w:rPr>
      <w:b/>
    </w:rPr>
  </w:style>
  <w:style w:type="paragraph" w:styleId="Berschrift5">
    <w:name w:val="Heading 5"/>
    <w:basedOn w:val="Normal"/>
    <w:next w:val="Normal"/>
    <w:link w:val="Berschrift5Zchn"/>
    <w:semiHidden/>
    <w:unhideWhenUsed/>
    <w:qFormat/>
    <w:rsid w:val="00d720c2"/>
    <w:pPr>
      <w:numPr>
        <w:ilvl w:val="4"/>
        <w:numId w:val="1"/>
      </w:numPr>
      <w:spacing w:before="240" w:after="60"/>
      <w:outlineLvl w:val="4"/>
    </w:pPr>
    <w:rPr>
      <w:rFonts w:ascii="Calibri" w:hAnsi="Calibri" w:eastAsia="Times New Roman" w:cs="Arial"/>
      <w:b/>
      <w:bCs/>
      <w:i/>
      <w:iCs/>
      <w:sz w:val="26"/>
      <w:szCs w:val="26"/>
    </w:rPr>
  </w:style>
  <w:style w:type="paragraph" w:styleId="Berschrift6">
    <w:name w:val="Heading 6"/>
    <w:basedOn w:val="Normal"/>
    <w:next w:val="Normal"/>
    <w:link w:val="Berschrift6Zchn"/>
    <w:semiHidden/>
    <w:unhideWhenUsed/>
    <w:qFormat/>
    <w:rsid w:val="00d720c2"/>
    <w:pPr>
      <w:numPr>
        <w:ilvl w:val="5"/>
        <w:numId w:val="1"/>
      </w:numPr>
      <w:spacing w:before="240" w:after="60"/>
      <w:outlineLvl w:val="5"/>
    </w:pPr>
    <w:rPr>
      <w:rFonts w:ascii="Calibri" w:hAnsi="Calibri" w:eastAsia="Times New Roman" w:cs="Arial"/>
      <w:b/>
      <w:bCs/>
      <w:szCs w:val="22"/>
    </w:rPr>
  </w:style>
  <w:style w:type="paragraph" w:styleId="Berschrift7">
    <w:name w:val="Heading 7"/>
    <w:basedOn w:val="Normal"/>
    <w:next w:val="Normal"/>
    <w:link w:val="Berschrift7Zchn"/>
    <w:semiHidden/>
    <w:unhideWhenUsed/>
    <w:qFormat/>
    <w:rsid w:val="00d720c2"/>
    <w:pPr>
      <w:numPr>
        <w:ilvl w:val="6"/>
        <w:numId w:val="1"/>
      </w:numPr>
      <w:spacing w:before="240" w:after="60"/>
      <w:outlineLvl w:val="6"/>
    </w:pPr>
    <w:rPr>
      <w:rFonts w:ascii="Calibri" w:hAnsi="Calibri" w:eastAsia="Times New Roman" w:cs="Arial"/>
      <w:sz w:val="24"/>
      <w:szCs w:val="24"/>
    </w:rPr>
  </w:style>
  <w:style w:type="paragraph" w:styleId="Berschrift8">
    <w:name w:val="Heading 8"/>
    <w:basedOn w:val="Normal"/>
    <w:next w:val="Normal"/>
    <w:link w:val="Berschrift8Zchn"/>
    <w:semiHidden/>
    <w:unhideWhenUsed/>
    <w:qFormat/>
    <w:rsid w:val="00d720c2"/>
    <w:pPr>
      <w:numPr>
        <w:ilvl w:val="7"/>
        <w:numId w:val="1"/>
      </w:numPr>
      <w:spacing w:before="240" w:after="60"/>
      <w:outlineLvl w:val="7"/>
    </w:pPr>
    <w:rPr>
      <w:rFonts w:ascii="Calibri" w:hAnsi="Calibri" w:eastAsia="Times New Roman" w:cs="Arial"/>
      <w:i/>
      <w:iCs/>
      <w:sz w:val="24"/>
      <w:szCs w:val="24"/>
    </w:rPr>
  </w:style>
  <w:style w:type="paragraph" w:styleId="Berschrift9">
    <w:name w:val="Heading 9"/>
    <w:basedOn w:val="Normal"/>
    <w:next w:val="Normal"/>
    <w:link w:val="Berschrift9Zchn"/>
    <w:semiHidden/>
    <w:unhideWhenUsed/>
    <w:qFormat/>
    <w:rsid w:val="00d720c2"/>
    <w:pPr>
      <w:numPr>
        <w:ilvl w:val="8"/>
        <w:numId w:val="1"/>
      </w:numPr>
      <w:spacing w:before="240" w:after="60"/>
      <w:outlineLvl w:val="8"/>
    </w:pPr>
    <w:rPr>
      <w:rFonts w:ascii="Cambria" w:hAnsi="Cambria" w:eastAsia="Times New Roman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uiPriority w:val="14"/>
    <w:qFormat/>
    <w:rsid w:val="00cb399a"/>
    <w:rPr>
      <w:rFonts w:ascii="Arial" w:hAnsi="Arial"/>
      <w:b/>
      <w:color w:val="595959"/>
      <w:spacing w:val="0"/>
      <w:w w:val="100"/>
      <w:sz w:val="20"/>
      <w:u w:val="none" w:color="777777"/>
    </w:rPr>
  </w:style>
  <w:style w:type="character" w:styleId="Funotenanker">
    <w:name w:val="Fußnotenanker"/>
    <w:rPr>
      <w:rFonts w:ascii="Times New Roman" w:hAnsi="Times New Roman"/>
      <w:b/>
      <w:sz w:val="22"/>
      <w:vertAlign w:val="superscript"/>
    </w:rPr>
  </w:style>
  <w:style w:type="character" w:styleId="FootnoteCharacters">
    <w:name w:val="Footnote Characters"/>
    <w:semiHidden/>
    <w:qFormat/>
    <w:rsid w:val="00341ea2"/>
    <w:rPr>
      <w:rFonts w:ascii="Times New Roman" w:hAnsi="Times New Roman"/>
      <w:b/>
      <w:sz w:val="22"/>
      <w:vertAlign w:val="superscript"/>
    </w:rPr>
  </w:style>
  <w:style w:type="character" w:styleId="Berschrift5Zchn" w:customStyle="1">
    <w:name w:val="Überschrift 5 Zchn"/>
    <w:semiHidden/>
    <w:qFormat/>
    <w:rsid w:val="00d720c2"/>
    <w:rPr>
      <w:rFonts w:ascii="Calibri" w:hAnsi="Calibri" w:eastAsia="Times New Roman" w:cs="Arial"/>
      <w:b/>
      <w:bCs/>
      <w:i/>
      <w:iCs/>
      <w:sz w:val="26"/>
      <w:szCs w:val="26"/>
    </w:rPr>
  </w:style>
  <w:style w:type="character" w:styleId="Berschrift6Zchn" w:customStyle="1">
    <w:name w:val="Überschrift 6 Zchn"/>
    <w:semiHidden/>
    <w:qFormat/>
    <w:rsid w:val="00d720c2"/>
    <w:rPr>
      <w:rFonts w:ascii="Calibri" w:hAnsi="Calibri" w:eastAsia="Times New Roman" w:cs="Arial"/>
      <w:b/>
      <w:bCs/>
      <w:sz w:val="22"/>
      <w:szCs w:val="22"/>
    </w:rPr>
  </w:style>
  <w:style w:type="character" w:styleId="Berschrift7Zchn" w:customStyle="1">
    <w:name w:val="Überschrift 7 Zchn"/>
    <w:semiHidden/>
    <w:qFormat/>
    <w:rsid w:val="00d720c2"/>
    <w:rPr>
      <w:rFonts w:ascii="Calibri" w:hAnsi="Calibri" w:eastAsia="Times New Roman" w:cs="Arial"/>
      <w:sz w:val="24"/>
      <w:szCs w:val="24"/>
    </w:rPr>
  </w:style>
  <w:style w:type="character" w:styleId="Berschrift8Zchn" w:customStyle="1">
    <w:name w:val="Überschrift 8 Zchn"/>
    <w:semiHidden/>
    <w:qFormat/>
    <w:rsid w:val="00d720c2"/>
    <w:rPr>
      <w:rFonts w:ascii="Calibri" w:hAnsi="Calibri" w:eastAsia="Times New Roman" w:cs="Arial"/>
      <w:i/>
      <w:iCs/>
      <w:sz w:val="24"/>
      <w:szCs w:val="24"/>
    </w:rPr>
  </w:style>
  <w:style w:type="character" w:styleId="Berschrift9Zchn" w:customStyle="1">
    <w:name w:val="Überschrift 9 Zchn"/>
    <w:semiHidden/>
    <w:qFormat/>
    <w:rsid w:val="00d720c2"/>
    <w:rPr>
      <w:rFonts w:ascii="Cambria" w:hAnsi="Cambria" w:eastAsia="Times New Roman"/>
      <w:sz w:val="22"/>
      <w:szCs w:val="22"/>
    </w:rPr>
  </w:style>
  <w:style w:type="character" w:styleId="SprechblasentextZchn" w:customStyle="1">
    <w:name w:val="Sprechblasentext Zchn"/>
    <w:basedOn w:val="DefaultParagraphFont"/>
    <w:link w:val="BalloonText"/>
    <w:qFormat/>
    <w:rsid w:val="002f512b"/>
    <w:rPr>
      <w:rFonts w:ascii="Tahoma" w:hAnsi="Tahoma" w:cs="Tahoma"/>
      <w:sz w:val="16"/>
      <w:szCs w:val="16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Roboto" w:cs="Droid Sans Devanagari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 w:customStyle="1">
    <w:name w:val="List"/>
    <w:basedOn w:val="Flietext"/>
    <w:uiPriority w:val="7"/>
    <w:qFormat/>
    <w:rsid w:val="001f3300"/>
    <w:pPr>
      <w:numPr>
        <w:ilvl w:val="0"/>
        <w:numId w:val="4"/>
      </w:numPr>
    </w:pPr>
    <w:rPr/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KopfundFuzeile">
    <w:name w:val="Kopf- und Fußzeile"/>
    <w:basedOn w:val="Normal"/>
    <w:qFormat/>
    <w:pPr/>
    <w:rPr/>
  </w:style>
  <w:style w:type="paragraph" w:styleId="Kopfzeile">
    <w:name w:val="Header"/>
    <w:basedOn w:val="Normal"/>
    <w:uiPriority w:val="10"/>
    <w:rsid w:val="008a0f0c"/>
    <w:pPr>
      <w:tabs>
        <w:tab w:val="left" w:pos="284" w:leader="none"/>
        <w:tab w:val="right" w:pos="8533" w:leader="none"/>
      </w:tabs>
      <w:spacing w:before="0" w:after="0"/>
    </w:pPr>
    <w:rPr>
      <w:rFonts w:ascii="Arial" w:hAnsi="Arial"/>
      <w:color w:val="70A731"/>
      <w:sz w:val="20"/>
    </w:rPr>
  </w:style>
  <w:style w:type="paragraph" w:styleId="Abbildung" w:customStyle="1">
    <w:name w:val="Abbildung"/>
    <w:basedOn w:val="Flietext"/>
    <w:uiPriority w:val="8"/>
    <w:qFormat/>
    <w:rsid w:val="00614a14"/>
    <w:pPr>
      <w:spacing w:lineRule="auto" w:line="240"/>
    </w:pPr>
    <w:rPr/>
  </w:style>
  <w:style w:type="paragraph" w:styleId="Abbildungsbeschriftung" w:customStyle="1">
    <w:name w:val="Abbildungsbeschriftung"/>
    <w:basedOn w:val="Normal"/>
    <w:next w:val="Flietext"/>
    <w:uiPriority w:val="8"/>
    <w:qFormat/>
    <w:rsid w:val="005d45a2"/>
    <w:pPr>
      <w:spacing w:before="80" w:after="240"/>
    </w:pPr>
    <w:rPr>
      <w:i/>
    </w:rPr>
  </w:style>
  <w:style w:type="paragraph" w:styleId="Flietext" w:customStyle="1">
    <w:name w:val="Fließtext"/>
    <w:basedOn w:val="Normal"/>
    <w:uiPriority w:val="3"/>
    <w:qFormat/>
    <w:rsid w:val="00791167"/>
    <w:pPr>
      <w:jc w:val="both"/>
    </w:pPr>
    <w:rPr/>
  </w:style>
  <w:style w:type="paragraph" w:styleId="Fuzeile">
    <w:name w:val="Footer"/>
    <w:basedOn w:val="Normal"/>
    <w:uiPriority w:val="11"/>
    <w:rsid w:val="0078069f"/>
    <w:pPr>
      <w:tabs>
        <w:tab w:val="center" w:pos="284" w:leader="none"/>
        <w:tab w:val="center" w:pos="4536" w:leader="none"/>
        <w:tab w:val="right" w:pos="9072" w:leader="none"/>
      </w:tabs>
      <w:spacing w:lineRule="exact" w:line="240"/>
      <w:ind w:left="284" w:hanging="0"/>
      <w:jc w:val="both"/>
    </w:pPr>
    <w:rPr>
      <w:sz w:val="18"/>
    </w:rPr>
  </w:style>
  <w:style w:type="paragraph" w:styleId="Funote">
    <w:name w:val="Footnote Text"/>
    <w:basedOn w:val="Flietext"/>
    <w:semiHidden/>
    <w:rsid w:val="00184d43"/>
    <w:pPr>
      <w:spacing w:lineRule="exact" w:line="240" w:before="0" w:after="120"/>
      <w:ind w:left="284" w:hanging="284"/>
    </w:pPr>
    <w:rPr>
      <w:sz w:val="18"/>
    </w:rPr>
  </w:style>
  <w:style w:type="paragraph" w:styleId="Literatur" w:customStyle="1">
    <w:name w:val="Literatur"/>
    <w:basedOn w:val="Normal"/>
    <w:uiPriority w:val="9"/>
    <w:qFormat/>
    <w:rsid w:val="00ff0e0c"/>
    <w:pPr>
      <w:ind w:left="284" w:hanging="284"/>
      <w:jc w:val="both"/>
    </w:pPr>
    <w:rPr/>
  </w:style>
  <w:style w:type="paragraph" w:styleId="Punkt" w:customStyle="1">
    <w:name w:val="Punkt"/>
    <w:basedOn w:val="Normal"/>
    <w:uiPriority w:val="5"/>
    <w:qFormat/>
    <w:rsid w:val="00a74041"/>
    <w:pPr>
      <w:numPr>
        <w:ilvl w:val="0"/>
        <w:numId w:val="5"/>
      </w:numPr>
      <w:jc w:val="both"/>
    </w:pPr>
    <w:rPr/>
  </w:style>
  <w:style w:type="paragraph" w:styleId="SpiegelnachPunkt" w:customStyle="1">
    <w:name w:val="Spiegel nach Punkt"/>
    <w:basedOn w:val="Punkt"/>
    <w:uiPriority w:val="5"/>
    <w:qFormat/>
    <w:rsid w:val="000f6556"/>
    <w:pPr>
      <w:numPr>
        <w:ilvl w:val="0"/>
        <w:numId w:val="2"/>
      </w:numPr>
      <w:tabs>
        <w:tab w:val="left" w:pos="284" w:leader="none"/>
        <w:tab w:val="left" w:pos="567" w:leader="none"/>
      </w:tabs>
      <w:ind w:left="568" w:hanging="284"/>
    </w:pPr>
    <w:rPr/>
  </w:style>
  <w:style w:type="paragraph" w:styleId="Spiegelstrich" w:customStyle="1">
    <w:name w:val="Spiegelstrich"/>
    <w:basedOn w:val="Normal"/>
    <w:uiPriority w:val="4"/>
    <w:qFormat/>
    <w:rsid w:val="000f6556"/>
    <w:pPr>
      <w:numPr>
        <w:ilvl w:val="0"/>
        <w:numId w:val="3"/>
      </w:numPr>
      <w:ind w:left="284" w:hanging="284"/>
      <w:jc w:val="both"/>
    </w:pPr>
    <w:rPr/>
  </w:style>
  <w:style w:type="paragraph" w:styleId="Tabellenbeschriftung" w:customStyle="1">
    <w:name w:val="Tabellenbeschriftung"/>
    <w:basedOn w:val="Normal"/>
    <w:next w:val="Flietext"/>
    <w:uiPriority w:val="8"/>
    <w:qFormat/>
    <w:rsid w:val="005d45a2"/>
    <w:pPr>
      <w:spacing w:before="240" w:after="80"/>
    </w:pPr>
    <w:rPr>
      <w:i/>
    </w:rPr>
  </w:style>
  <w:style w:type="paragraph" w:styleId="Inhaltsverzeichnis2">
    <w:name w:val="TOC 2"/>
    <w:basedOn w:val="Normal"/>
    <w:next w:val="Normal"/>
    <w:autoRedefine/>
    <w:semiHidden/>
    <w:rsid w:val="003b5629"/>
    <w:pPr>
      <w:tabs>
        <w:tab w:val="clear" w:pos="284"/>
        <w:tab w:val="left" w:pos="567" w:leader="none"/>
        <w:tab w:val="right" w:pos="8494" w:leader="dot"/>
      </w:tabs>
    </w:pPr>
    <w:rPr/>
  </w:style>
  <w:style w:type="paragraph" w:styleId="Inhaltsverzeichnis3">
    <w:name w:val="TOC 3"/>
    <w:basedOn w:val="Normal"/>
    <w:next w:val="Normal"/>
    <w:autoRedefine/>
    <w:semiHidden/>
    <w:rsid w:val="003b5629"/>
    <w:pPr>
      <w:tabs>
        <w:tab w:val="clear" w:pos="284"/>
        <w:tab w:val="left" w:pos="567" w:leader="none"/>
        <w:tab w:val="right" w:pos="8494" w:leader="dot"/>
      </w:tabs>
    </w:pPr>
    <w:rPr/>
  </w:style>
  <w:style w:type="paragraph" w:styleId="Inhaltsverzeichnis4">
    <w:name w:val="TOC 4"/>
    <w:basedOn w:val="Normal"/>
    <w:next w:val="Normal"/>
    <w:autoRedefine/>
    <w:semiHidden/>
    <w:rsid w:val="003b5629"/>
    <w:pPr>
      <w:tabs>
        <w:tab w:val="clear" w:pos="284"/>
        <w:tab w:val="left" w:pos="567" w:leader="none"/>
        <w:tab w:val="right" w:pos="8494" w:leader="dot"/>
      </w:tabs>
    </w:pPr>
    <w:rPr/>
  </w:style>
  <w:style w:type="paragraph" w:styleId="Inhaltsverzeichnis1">
    <w:name w:val="TOC 1"/>
    <w:basedOn w:val="Normal"/>
    <w:next w:val="Normal"/>
    <w:autoRedefine/>
    <w:semiHidden/>
    <w:rsid w:val="003b5629"/>
    <w:pPr>
      <w:tabs>
        <w:tab w:val="clear" w:pos="284"/>
        <w:tab w:val="left" w:pos="567" w:leader="none"/>
        <w:tab w:val="right" w:pos="8494" w:leader="dot"/>
      </w:tabs>
      <w:spacing w:before="400" w:after="80"/>
    </w:pPr>
    <w:rPr/>
  </w:style>
  <w:style w:type="paragraph" w:styleId="Titelei" w:customStyle="1">
    <w:name w:val="Titelei"/>
    <w:basedOn w:val="Flietext"/>
    <w:next w:val="Normal"/>
    <w:qFormat/>
    <w:rsid w:val="001f7cc4"/>
    <w:pPr>
      <w:spacing w:lineRule="exact" w:line="440" w:before="920" w:after="120"/>
      <w:jc w:val="left"/>
    </w:pPr>
    <w:rPr>
      <w:rFonts w:ascii="Arial" w:hAnsi="Arial"/>
      <w:b/>
      <w:color w:val="595959"/>
      <w:sz w:val="32"/>
    </w:rPr>
  </w:style>
  <w:style w:type="paragraph" w:styleId="Untertitelei" w:customStyle="1">
    <w:name w:val="Untertitelei"/>
    <w:basedOn w:val="Titelei"/>
    <w:qFormat/>
    <w:rsid w:val="001f7cc4"/>
    <w:pPr>
      <w:spacing w:lineRule="exact" w:line="400" w:before="520" w:after="120"/>
    </w:pPr>
    <w:rPr>
      <w:b w:val="false"/>
      <w:sz w:val="28"/>
    </w:rPr>
  </w:style>
  <w:style w:type="paragraph" w:styleId="NormalWeb">
    <w:name w:val="Normal (Web)"/>
    <w:basedOn w:val="Normal"/>
    <w:uiPriority w:val="99"/>
    <w:unhideWhenUsed/>
    <w:qFormat/>
    <w:rsid w:val="00cb201e"/>
    <w:pPr>
      <w:tabs>
        <w:tab w:val="clear" w:pos="284"/>
      </w:tabs>
      <w:spacing w:lineRule="auto" w:line="240" w:beforeAutospacing="1" w:afterAutospacing="1"/>
    </w:pPr>
    <w:rPr>
      <w:rFonts w:eastAsia="Times New Roman"/>
      <w:sz w:val="24"/>
      <w:szCs w:val="24"/>
    </w:rPr>
  </w:style>
  <w:style w:type="paragraph" w:styleId="Pfeil" w:customStyle="1">
    <w:name w:val="Pfeil"/>
    <w:basedOn w:val="Punkt"/>
    <w:next w:val="Flietext"/>
    <w:uiPriority w:val="6"/>
    <w:qFormat/>
    <w:rsid w:val="00f377af"/>
    <w:pPr>
      <w:numPr>
        <w:ilvl w:val="0"/>
        <w:numId w:val="6"/>
      </w:numPr>
      <w:ind w:left="284" w:hanging="284"/>
    </w:pPr>
    <w:rPr/>
  </w:style>
  <w:style w:type="paragraph" w:styleId="BalloonText">
    <w:name w:val="Balloon Text"/>
    <w:basedOn w:val="Normal"/>
    <w:link w:val="SprechblasentextZchn"/>
    <w:qFormat/>
    <w:rsid w:val="002f512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67ecf"/>
    <w:pPr>
      <w:spacing w:before="0" w:after="80"/>
      <w:ind w:left="720" w:hanging="0"/>
      <w:contextualSpacing/>
    </w:pPr>
    <w:rPr/>
  </w:style>
  <w:style w:type="paragraph" w:styleId="Rahmeninhalt">
    <w:name w:val="Rahmeninhalt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raster">
    <w:name w:val="Table Grid"/>
    <w:basedOn w:val="NormaleTabelle"/>
    <w:rsid w:val="00ee7dea"/>
    <w:pPr>
      <w:spacing w:before="20" w:after="20" w:line="280" w:lineRule="exact"/>
      <w:jc w:val="center"/>
    </w:pPr>
    <w:rPr/>
    <w:tblPr>
      <w:tblBorders>
        <w:top w:val="single" w:color="80B131" w:sz="4" w:space="0"/>
        <w:left w:val="single" w:color="80B131" w:sz="4" w:space="0"/>
        <w:bottom w:val="single" w:color="80B131" w:sz="4" w:space="0"/>
        <w:right w:val="single" w:color="80B131" w:sz="4" w:space="0"/>
        <w:insideH w:val="single" w:color="80B131" w:sz="4" w:space="0"/>
        <w:insideV w:val="single" w:color="80B131" w:sz="4" w:space="0"/>
      </w:tblBorders>
    </w:tblPr>
    <w:tblStylePr w:type="firstRow">
      <w:pPr>
        <w:wordWrap/>
        <w:spacing w:before="20" w:beforeLines="0" w:after="20" w:afterLines="0" w:line="280" w:lineRule="exact"/>
        <w:jc w:val="center"/>
      </w:pPr>
      <w:rPr>
        <w:b/>
        <w:i w:val="0"/>
        <w:color w:val="FFFFFF" w:themeColor="background1"/>
        <w:sz w:val="20"/>
      </w:rPr>
      <w:tblPr/>
      <w:tcPr>
        <w:shd w:val="clear" w:color="auto" w:fill="80B131"/>
      </w:tcPr>
    </w:tblStylePr>
    <w:tblStylePr w:type="firstCol">
      <w:pPr>
        <w:wordWrap/>
        <w:spacing w:before="20" w:beforeLines="0" w:after="20" w:afterLines="0" w:line="280" w:lineRule="exact"/>
        <w:jc w:val="left"/>
      </w:pPr>
      <w:rPr>
        <w:rFonts w:asciiTheme="minorBidi" w:hAnsiTheme="minorBidi"/>
        <w:color w:val="auto"/>
        <w:sz w:val="20"/>
      </w:rPr>
      <w:tblPr/>
    </w:tblStylePr>
  </w:style>
  <w:style w:type="table" w:styleId="HelleListe-Akzent6">
    <w:name w:val="Light List Accent 6"/>
    <w:basedOn w:val="NormaleTabelle"/>
    <w:uiPriority w:val="61"/>
    <w:rsid w:val="0038441b"/>
    <w:pPr>
      <w:spacing w:before="20" w:after="20"/>
    </w:pPr>
    <w:rPr>
      <w:sz w:val="19"/>
    </w:rPr>
    <w:tblPr>
      <w:tblStyleRowBandSize w:val="1"/>
      <w:tblStyleColBandSize w:val="1"/>
      <w:tblBorders>
        <w:top w:val="single" w:color="EE751B" w:sz="4" w:space="0"/>
        <w:left w:val="single" w:color="EE751B" w:sz="4" w:space="0"/>
        <w:bottom w:val="single" w:color="EE751B" w:sz="4" w:space="0"/>
        <w:right w:val="single" w:color="EE751B" w:sz="4" w:space="0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  <w:sz w:val="19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  <w:sz w:val="19"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firstCol">
      <w:rPr>
        <w:b w:val="0"/>
        <w:bCs/>
        <w:sz w:val="19"/>
      </w:rPr>
      <w:tblPr/>
    </w:tblStylePr>
    <w:tblStylePr w:type="lastCol">
      <w:rPr>
        <w:b w:val="0"/>
        <w:bCs/>
        <w:sz w:val="19"/>
      </w:rPr>
      <w:tblPr/>
    </w:tblStylePr>
    <w:tblStylePr w:type="band1Vert">
      <w:rPr>
        <w:sz w:val="19"/>
      </w:rPr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2Vert">
      <w:rPr>
        <w:sz w:val="19"/>
      </w:rPr>
      <w:tblPr/>
    </w:tblStylePr>
    <w:tblStylePr w:type="band1Horz">
      <w:rPr>
        <w:sz w:val="19"/>
      </w:rPr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2Horz">
      <w:rPr>
        <w:sz w:val="19"/>
      </w:rPr>
      <w:tblPr/>
    </w:tblStylePr>
  </w:style>
  <w:style w:type="table" w:styleId="HellesRaster">
    <w:name w:val="Light Grid"/>
    <w:basedOn w:val="NormaleTabelle"/>
    <w:uiPriority w:val="62"/>
    <w:rsid w:val="000764a0"/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single" w:color="000000" w:sz="18" w:space="0"/>
          <w:right w:val="single" w:color="000000" w:sz="8" w:space="0"/>
          <w:insideH w:val="nil"/>
          <w:insideV w:val="single" w:color="000000" w:sz="8" w:space="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single" w:color="000000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  <w:shd w:val="clear" w:color="auto" w:fill="C0C0C0"/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color="000000" w:sz="8" w:space="0"/>
        </w:tcBorders>
        <w:shd w:val="clear" w:color="auto" w:fill="C0C0C0"/>
      </w:tcPr>
    </w:tblStylePr>
    <w:tblStylePr w:type="band2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color="000000" w:sz="8" w:space="0"/>
        </w:tcBorders>
      </w:tcPr>
    </w:tblStylePr>
  </w:style>
  <w:style w:type="table" w:customStyle="1" w:styleId="Wohnmobil">
    <w:name w:val="Wohnmobil"/>
    <w:basedOn w:val="NormaleTabelle"/>
    <w:uiPriority w:val="99"/>
    <w:rsid w:val="00144b00"/>
    <w:rPr/>
  </w:style>
  <w:style w:type="table" w:customStyle="1" w:styleId="Formatvorlage1">
    <w:name w:val="Formatvorlage1"/>
    <w:basedOn w:val="NormaleTabelle"/>
    <w:uiPriority w:val="99"/>
    <w:rsid w:val="00665b31"/>
    <w:pPr>
      <w:spacing w:before="20" w:after="20" w:line="280" w:lineRule="exact"/>
    </w:pPr>
    <w:rPr>
      <w:rFonts w:asciiTheme="minorBidi" w:hAnsiTheme="minorBidi"/>
    </w:rPr>
  </w:style>
  <w:style w:type="table" w:styleId="TabelleAktuell">
    <w:name w:val="Table Contemporary"/>
    <w:basedOn w:val="NormaleTabelle"/>
    <w:rsid w:val="00972714"/>
    <w:pPr>
      <w:spacing w:after="80" w:line="320" w:lineRule="exact"/>
    </w:pPr>
    <w:tblPr>
      <w:tblStyleRowBandSize w:val="1"/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</w:style>
  <w:style w:type="table" w:styleId="HelleListe-Akzent1">
    <w:name w:val="Light List Accent 1"/>
    <w:basedOn w:val="NormaleTabelle"/>
    <w:uiPriority w:val="61"/>
    <w:rsid w:val="00b809f0"/>
    <w:rPr/>
    <w:tblPr>
      <w:tblStyleRowBandSize w:val="1"/>
      <w:tblStyleColBandSize w:val="1"/>
      <w:tblBorders>
        <w:top w:val="single" w:color="0871AD" w:sz="4" w:space="0"/>
        <w:left w:val="single" w:color="0871AD" w:sz="4" w:space="0"/>
        <w:bottom w:val="single" w:color="0871AD" w:sz="4" w:space="0"/>
        <w:right w:val="single" w:color="0871AD" w:sz="4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3.jpeg"/><Relationship Id="rId2" Type="http://schemas.openxmlformats.org/officeDocument/2006/relationships/image" Target="media/image4.jpeg"/><Relationship Id="rId3" Type="http://schemas.openxmlformats.org/officeDocument/2006/relationships/image" Target="media/image5.jpeg"/><Relationship Id="rId4" Type="http://schemas.openxmlformats.org/officeDocument/2006/relationships/image" Target="media/image6.png"/><Relationship Id="rId5" Type="http://schemas.openxmlformats.org/officeDocument/2006/relationships/image" Target="media/image7.jpeg"/><Relationship Id="rId6" Type="http://schemas.openxmlformats.org/officeDocument/2006/relationships/image" Target="media/image8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78BF8-E870-4F04-9CC8-860D97AD5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Template_LebensRaeume.dotx</Template>
  <TotalTime>0</TotalTime>
  <Application>LibreOffice/7.3.6.2$Linux_X86_64 LibreOffice_project/30$Build-2</Application>
  <AppVersion>15.0000</AppVersion>
  <Pages>2</Pages>
  <Words>11</Words>
  <Characters>105</Characters>
  <CharactersWithSpaces>112</CharactersWithSpaces>
  <Paragraphs>5</Paragraphs>
  <Company>ISOE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2020-09-21T16:20:00Z</dcterms:created>
  <dc:creator>Corinna Fischer</dc:creator>
  <dc:description/>
  <dc:language>de-DE</dc:language>
  <cp:lastModifiedBy>Corinna Fischer</cp:lastModifiedBy>
  <cp:lastPrinted>2015-11-12T13:39:00Z</cp:lastPrinted>
  <dcterms:modified xsi:type="dcterms:W3CDTF">2020-09-21T16:33:00Z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